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836" w:rsidRPr="00070EAF" w:rsidRDefault="00677836" w:rsidP="00677836">
      <w:pPr>
        <w:widowControl/>
        <w:jc w:val="center"/>
        <w:rPr>
          <w:rFonts w:ascii="Tahoma" w:hAnsi="Tahoma" w:cs="Tahoma"/>
          <w:b/>
          <w:sz w:val="20"/>
        </w:rPr>
      </w:pPr>
      <w:r w:rsidRPr="00070EAF">
        <w:rPr>
          <w:rFonts w:ascii="Tahoma" w:hAnsi="Tahoma" w:cs="Tahoma"/>
          <w:b/>
          <w:sz w:val="20"/>
        </w:rPr>
        <w:t>ДОГОВОР ГОРЯЧЕГО ВОДОСНАБЖЕНИЯ №</w:t>
      </w:r>
      <w:r w:rsidR="001716F4" w:rsidRPr="00070EAF">
        <w:rPr>
          <w:rFonts w:ascii="Tahoma" w:hAnsi="Tahoma" w:cs="Tahoma"/>
          <w:b/>
          <w:sz w:val="20"/>
        </w:rPr>
        <w:t xml:space="preserve"> ______</w:t>
      </w:r>
    </w:p>
    <w:p w:rsidR="00677836" w:rsidRPr="00070EAF" w:rsidRDefault="00677836" w:rsidP="00677836">
      <w:pPr>
        <w:widowControl/>
        <w:jc w:val="center"/>
        <w:rPr>
          <w:rFonts w:ascii="Tahoma" w:hAnsi="Tahoma" w:cs="Tahoma"/>
          <w:sz w:val="20"/>
        </w:rPr>
      </w:pPr>
      <w:r w:rsidRPr="00070EAF">
        <w:rPr>
          <w:rFonts w:ascii="Tahoma" w:hAnsi="Tahoma" w:cs="Tahoma"/>
          <w:sz w:val="20"/>
        </w:rPr>
        <w:t>(снабжение горячей водой в объеме, потребляемом при содержании общего имущества МКД)</w:t>
      </w:r>
    </w:p>
    <w:p w:rsidR="001716F4" w:rsidRPr="00070EAF" w:rsidRDefault="001716F4" w:rsidP="00677836">
      <w:pPr>
        <w:widowControl/>
        <w:jc w:val="center"/>
        <w:rPr>
          <w:rFonts w:ascii="Tahoma" w:hAnsi="Tahoma" w:cs="Tahoma"/>
          <w:sz w:val="20"/>
        </w:rPr>
      </w:pPr>
    </w:p>
    <w:p w:rsidR="001716F4" w:rsidRPr="00070EAF" w:rsidRDefault="001716F4" w:rsidP="001716F4">
      <w:pPr>
        <w:jc w:val="center"/>
        <w:rPr>
          <w:rFonts w:ascii="Tahoma" w:hAnsi="Tahoma" w:cs="Tahoma"/>
          <w:sz w:val="20"/>
        </w:rPr>
      </w:pPr>
      <w:r w:rsidRPr="00070EAF">
        <w:rPr>
          <w:rFonts w:ascii="Tahoma" w:hAnsi="Tahoma" w:cs="Tahoma"/>
          <w:sz w:val="20"/>
        </w:rPr>
        <w:t>_________________</w:t>
      </w:r>
      <w:r w:rsidRPr="00070EAF">
        <w:rPr>
          <w:rFonts w:ascii="Tahoma" w:hAnsi="Tahoma" w:cs="Tahoma"/>
          <w:sz w:val="20"/>
        </w:rPr>
        <w:tab/>
      </w:r>
      <w:r w:rsidRPr="00070EAF">
        <w:rPr>
          <w:rFonts w:ascii="Tahoma" w:hAnsi="Tahoma" w:cs="Tahoma"/>
          <w:sz w:val="20"/>
        </w:rPr>
        <w:tab/>
      </w:r>
      <w:r w:rsidRPr="00070EAF">
        <w:rPr>
          <w:rFonts w:ascii="Tahoma" w:hAnsi="Tahoma" w:cs="Tahoma"/>
          <w:sz w:val="20"/>
        </w:rPr>
        <w:tab/>
      </w:r>
      <w:r w:rsidRPr="00070EAF">
        <w:rPr>
          <w:rFonts w:ascii="Tahoma" w:hAnsi="Tahoma" w:cs="Tahoma"/>
          <w:sz w:val="20"/>
        </w:rPr>
        <w:tab/>
      </w:r>
      <w:r w:rsidRPr="00070EAF">
        <w:rPr>
          <w:rFonts w:ascii="Tahoma" w:hAnsi="Tahoma" w:cs="Tahoma"/>
          <w:sz w:val="20"/>
        </w:rPr>
        <w:tab/>
      </w:r>
      <w:r w:rsidRPr="00070EAF">
        <w:rPr>
          <w:rFonts w:ascii="Tahoma" w:hAnsi="Tahoma" w:cs="Tahoma"/>
          <w:sz w:val="20"/>
        </w:rPr>
        <w:tab/>
      </w:r>
      <w:r w:rsidRPr="00070EAF">
        <w:rPr>
          <w:rFonts w:ascii="Tahoma" w:hAnsi="Tahoma" w:cs="Tahoma"/>
          <w:sz w:val="20"/>
        </w:rPr>
        <w:tab/>
        <w:t>________________</w:t>
      </w:r>
    </w:p>
    <w:p w:rsidR="001716F4" w:rsidRPr="00070EAF" w:rsidRDefault="001716F4" w:rsidP="001716F4">
      <w:pPr>
        <w:jc w:val="center"/>
        <w:rPr>
          <w:rFonts w:ascii="Tahoma" w:hAnsi="Tahoma" w:cs="Tahoma"/>
          <w:sz w:val="20"/>
        </w:rPr>
      </w:pPr>
      <w:r w:rsidRPr="00070EAF">
        <w:rPr>
          <w:rFonts w:ascii="Tahoma" w:hAnsi="Tahoma" w:cs="Tahoma"/>
          <w:sz w:val="20"/>
        </w:rPr>
        <w:t xml:space="preserve">место </w:t>
      </w:r>
      <w:proofErr w:type="gramStart"/>
      <w:r w:rsidRPr="00070EAF">
        <w:rPr>
          <w:rFonts w:ascii="Tahoma" w:hAnsi="Tahoma" w:cs="Tahoma"/>
          <w:sz w:val="20"/>
        </w:rPr>
        <w:t xml:space="preserve">заключения)  </w:t>
      </w:r>
      <w:r w:rsidRPr="00070EAF">
        <w:rPr>
          <w:rFonts w:ascii="Tahoma" w:hAnsi="Tahoma" w:cs="Tahoma"/>
          <w:sz w:val="20"/>
        </w:rPr>
        <w:tab/>
      </w:r>
      <w:proofErr w:type="gramEnd"/>
      <w:r w:rsidRPr="00070EAF">
        <w:rPr>
          <w:rFonts w:ascii="Tahoma" w:hAnsi="Tahoma" w:cs="Tahoma"/>
          <w:sz w:val="20"/>
        </w:rPr>
        <w:tab/>
      </w:r>
      <w:r w:rsidRPr="00070EAF">
        <w:rPr>
          <w:rFonts w:ascii="Tahoma" w:hAnsi="Tahoma" w:cs="Tahoma"/>
          <w:sz w:val="20"/>
        </w:rPr>
        <w:tab/>
      </w:r>
      <w:r w:rsidRPr="00070EAF">
        <w:rPr>
          <w:rFonts w:ascii="Tahoma" w:hAnsi="Tahoma" w:cs="Tahoma"/>
          <w:sz w:val="20"/>
        </w:rPr>
        <w:tab/>
      </w:r>
      <w:r w:rsidRPr="00070EAF">
        <w:rPr>
          <w:rFonts w:ascii="Tahoma" w:hAnsi="Tahoma" w:cs="Tahoma"/>
          <w:sz w:val="20"/>
        </w:rPr>
        <w:tab/>
      </w:r>
      <w:r w:rsidRPr="00070EAF">
        <w:rPr>
          <w:rFonts w:ascii="Tahoma" w:hAnsi="Tahoma" w:cs="Tahoma"/>
          <w:sz w:val="20"/>
        </w:rPr>
        <w:tab/>
      </w:r>
      <w:r w:rsidRPr="00070EAF">
        <w:rPr>
          <w:rFonts w:ascii="Tahoma" w:hAnsi="Tahoma" w:cs="Tahoma"/>
          <w:sz w:val="20"/>
        </w:rPr>
        <w:tab/>
        <w:t xml:space="preserve">    (дата заключения)</w:t>
      </w:r>
    </w:p>
    <w:p w:rsidR="001716F4" w:rsidRPr="00070EAF" w:rsidRDefault="001716F4" w:rsidP="001716F4">
      <w:pPr>
        <w:jc w:val="center"/>
        <w:rPr>
          <w:rFonts w:ascii="Tahoma" w:hAnsi="Tahoma" w:cs="Tahoma"/>
          <w:sz w:val="20"/>
        </w:rPr>
      </w:pPr>
    </w:p>
    <w:p w:rsidR="00F02128" w:rsidRPr="00070EAF" w:rsidRDefault="00F02128" w:rsidP="001716F4">
      <w:pPr>
        <w:jc w:val="both"/>
        <w:rPr>
          <w:rFonts w:ascii="Tahoma" w:hAnsi="Tahoma" w:cs="Tahoma"/>
          <w:sz w:val="20"/>
        </w:rPr>
      </w:pPr>
    </w:p>
    <w:p w:rsidR="00F02128" w:rsidRPr="00070EAF" w:rsidRDefault="00F02128" w:rsidP="001716F4">
      <w:pPr>
        <w:jc w:val="both"/>
        <w:rPr>
          <w:rFonts w:ascii="Tahoma" w:hAnsi="Tahoma" w:cs="Tahoma"/>
          <w:sz w:val="20"/>
        </w:rPr>
      </w:pPr>
    </w:p>
    <w:p w:rsidR="001716F4" w:rsidRPr="00070EAF" w:rsidRDefault="001716F4" w:rsidP="001716F4">
      <w:pPr>
        <w:jc w:val="both"/>
        <w:rPr>
          <w:rFonts w:ascii="Tahoma" w:hAnsi="Tahoma" w:cs="Tahoma"/>
          <w:sz w:val="20"/>
        </w:rPr>
      </w:pPr>
      <w:r w:rsidRPr="00070EAF">
        <w:rPr>
          <w:rFonts w:ascii="Tahoma" w:hAnsi="Tahoma" w:cs="Tahoma"/>
          <w:sz w:val="20"/>
        </w:rPr>
        <w:t xml:space="preserve">_____________________________________________________________________________________,  </w:t>
      </w:r>
    </w:p>
    <w:p w:rsidR="001716F4" w:rsidRPr="00070EAF" w:rsidRDefault="001716F4" w:rsidP="001716F4">
      <w:pPr>
        <w:jc w:val="center"/>
        <w:rPr>
          <w:rFonts w:ascii="Tahoma" w:hAnsi="Tahoma" w:cs="Tahoma"/>
          <w:i/>
          <w:sz w:val="16"/>
          <w:szCs w:val="16"/>
        </w:rPr>
      </w:pPr>
      <w:r w:rsidRPr="00070EAF">
        <w:rPr>
          <w:rFonts w:ascii="Tahoma" w:hAnsi="Tahoma" w:cs="Tahoma"/>
          <w:i/>
          <w:sz w:val="16"/>
          <w:szCs w:val="16"/>
        </w:rPr>
        <w:t>(указать полное фирменное наименование)</w:t>
      </w:r>
    </w:p>
    <w:p w:rsidR="001716F4" w:rsidRPr="00070EAF" w:rsidRDefault="001716F4" w:rsidP="001716F4">
      <w:pPr>
        <w:jc w:val="both"/>
        <w:rPr>
          <w:rFonts w:ascii="Tahoma" w:hAnsi="Tahoma" w:cs="Tahoma"/>
          <w:sz w:val="20"/>
        </w:rPr>
      </w:pPr>
      <w:r w:rsidRPr="00070EAF">
        <w:rPr>
          <w:rFonts w:ascii="Tahoma" w:hAnsi="Tahoma" w:cs="Tahoma"/>
          <w:sz w:val="20"/>
        </w:rPr>
        <w:t xml:space="preserve">именуем__ </w:t>
      </w:r>
      <w:proofErr w:type="gramStart"/>
      <w:r w:rsidRPr="00070EAF">
        <w:rPr>
          <w:rFonts w:ascii="Tahoma" w:hAnsi="Tahoma" w:cs="Tahoma"/>
          <w:sz w:val="20"/>
        </w:rPr>
        <w:t>в  дальнейшем</w:t>
      </w:r>
      <w:proofErr w:type="gramEnd"/>
      <w:r w:rsidRPr="00070EAF">
        <w:rPr>
          <w:rFonts w:ascii="Tahoma" w:hAnsi="Tahoma" w:cs="Tahoma"/>
          <w:sz w:val="20"/>
        </w:rPr>
        <w:t xml:space="preserve"> «Организация, осуществляющая горячее водоснабжение»,  в лице _____________________________________________________________________________________, </w:t>
      </w:r>
    </w:p>
    <w:p w:rsidR="001716F4" w:rsidRPr="00070EAF" w:rsidRDefault="001716F4" w:rsidP="001716F4">
      <w:pPr>
        <w:jc w:val="center"/>
        <w:rPr>
          <w:rFonts w:ascii="Tahoma" w:hAnsi="Tahoma" w:cs="Tahoma"/>
          <w:i/>
          <w:sz w:val="16"/>
          <w:szCs w:val="16"/>
        </w:rPr>
      </w:pPr>
      <w:r w:rsidRPr="00070EAF">
        <w:rPr>
          <w:rFonts w:ascii="Tahoma" w:hAnsi="Tahoma" w:cs="Tahoma"/>
          <w:i/>
          <w:sz w:val="16"/>
          <w:szCs w:val="16"/>
        </w:rPr>
        <w:t>(должность, Ф.И.О. полностью)</w:t>
      </w:r>
    </w:p>
    <w:p w:rsidR="001716F4" w:rsidRPr="00070EAF" w:rsidRDefault="001716F4" w:rsidP="001716F4">
      <w:pPr>
        <w:jc w:val="both"/>
        <w:rPr>
          <w:rFonts w:ascii="Tahoma" w:hAnsi="Tahoma" w:cs="Tahoma"/>
          <w:sz w:val="20"/>
        </w:rPr>
      </w:pPr>
      <w:proofErr w:type="spellStart"/>
      <w:r w:rsidRPr="00070EAF">
        <w:rPr>
          <w:rFonts w:ascii="Tahoma" w:hAnsi="Tahoma" w:cs="Tahoma"/>
          <w:sz w:val="20"/>
        </w:rPr>
        <w:t>действующ</w:t>
      </w:r>
      <w:proofErr w:type="spellEnd"/>
      <w:r w:rsidRPr="00070EAF">
        <w:rPr>
          <w:rFonts w:ascii="Tahoma" w:hAnsi="Tahoma" w:cs="Tahoma"/>
          <w:sz w:val="20"/>
        </w:rPr>
        <w:t xml:space="preserve">__ </w:t>
      </w:r>
      <w:proofErr w:type="gramStart"/>
      <w:r w:rsidRPr="00070EAF">
        <w:rPr>
          <w:rFonts w:ascii="Tahoma" w:hAnsi="Tahoma" w:cs="Tahoma"/>
          <w:sz w:val="20"/>
        </w:rPr>
        <w:t>на  основании</w:t>
      </w:r>
      <w:proofErr w:type="gramEnd"/>
      <w:r w:rsidRPr="00070EAF">
        <w:rPr>
          <w:rFonts w:ascii="Tahoma" w:hAnsi="Tahoma" w:cs="Tahoma"/>
          <w:sz w:val="20"/>
        </w:rPr>
        <w:t xml:space="preserve"> __________</w:t>
      </w:r>
      <w:r w:rsidRPr="00070EAF">
        <w:rPr>
          <w:rFonts w:ascii="Tahoma" w:hAnsi="Tahoma" w:cs="Tahoma"/>
          <w:sz w:val="20"/>
        </w:rPr>
        <w:softHyphen/>
        <w:t xml:space="preserve">________________________________ с одной стороны, и </w:t>
      </w:r>
    </w:p>
    <w:p w:rsidR="001716F4" w:rsidRPr="00070EAF" w:rsidRDefault="001716F4" w:rsidP="001716F4">
      <w:pPr>
        <w:jc w:val="both"/>
        <w:rPr>
          <w:rFonts w:ascii="Tahoma" w:hAnsi="Tahoma" w:cs="Tahoma"/>
          <w:sz w:val="20"/>
        </w:rPr>
      </w:pPr>
    </w:p>
    <w:p w:rsidR="001716F4" w:rsidRPr="00070EAF" w:rsidRDefault="001716F4" w:rsidP="001716F4">
      <w:pPr>
        <w:jc w:val="both"/>
        <w:rPr>
          <w:rFonts w:ascii="Tahoma" w:hAnsi="Tahoma" w:cs="Tahoma"/>
          <w:sz w:val="20"/>
        </w:rPr>
      </w:pPr>
      <w:r w:rsidRPr="00070EAF">
        <w:rPr>
          <w:rFonts w:ascii="Tahoma" w:hAnsi="Tahoma" w:cs="Tahoma"/>
          <w:sz w:val="20"/>
        </w:rPr>
        <w:t xml:space="preserve">_____________________________________________________________________________________,  </w:t>
      </w:r>
    </w:p>
    <w:p w:rsidR="001716F4" w:rsidRPr="00070EAF" w:rsidRDefault="001716F4" w:rsidP="001716F4">
      <w:pPr>
        <w:jc w:val="center"/>
        <w:rPr>
          <w:rFonts w:ascii="Tahoma" w:hAnsi="Tahoma" w:cs="Tahoma"/>
          <w:i/>
          <w:sz w:val="16"/>
          <w:szCs w:val="16"/>
        </w:rPr>
      </w:pPr>
      <w:r w:rsidRPr="00070EAF">
        <w:rPr>
          <w:rFonts w:ascii="Tahoma" w:hAnsi="Tahoma" w:cs="Tahoma"/>
          <w:i/>
          <w:sz w:val="16"/>
          <w:szCs w:val="16"/>
        </w:rPr>
        <w:t>(указать полное фирменное наименование)</w:t>
      </w:r>
    </w:p>
    <w:p w:rsidR="001716F4" w:rsidRPr="00070EAF" w:rsidRDefault="001716F4" w:rsidP="001716F4">
      <w:pPr>
        <w:jc w:val="both"/>
        <w:rPr>
          <w:rFonts w:ascii="Tahoma" w:hAnsi="Tahoma" w:cs="Tahoma"/>
          <w:sz w:val="20"/>
        </w:rPr>
      </w:pPr>
      <w:r w:rsidRPr="00070EAF">
        <w:rPr>
          <w:rFonts w:ascii="Tahoma" w:hAnsi="Tahoma" w:cs="Tahoma"/>
          <w:sz w:val="20"/>
        </w:rPr>
        <w:t xml:space="preserve">именуем__ в   дальнейшем «Исполнитель», в лице _____________________________________________,  </w:t>
      </w:r>
    </w:p>
    <w:p w:rsidR="001716F4" w:rsidRPr="00070EAF" w:rsidRDefault="001716F4" w:rsidP="001716F4">
      <w:pPr>
        <w:jc w:val="center"/>
        <w:rPr>
          <w:rFonts w:ascii="Tahoma" w:hAnsi="Tahoma" w:cs="Tahoma"/>
          <w:i/>
          <w:sz w:val="16"/>
          <w:szCs w:val="16"/>
        </w:rPr>
      </w:pPr>
      <w:r w:rsidRPr="00070EAF">
        <w:rPr>
          <w:rFonts w:ascii="Tahoma" w:hAnsi="Tahoma" w:cs="Tahoma"/>
          <w:i/>
          <w:sz w:val="16"/>
          <w:szCs w:val="16"/>
        </w:rPr>
        <w:t xml:space="preserve">                                                                                  (должность, Ф.И.О. полностью)</w:t>
      </w:r>
    </w:p>
    <w:p w:rsidR="001716F4" w:rsidRPr="00070EAF" w:rsidRDefault="001716F4" w:rsidP="001716F4">
      <w:pPr>
        <w:jc w:val="both"/>
        <w:rPr>
          <w:rFonts w:ascii="Tahoma" w:hAnsi="Tahoma" w:cs="Tahoma"/>
          <w:sz w:val="20"/>
        </w:rPr>
      </w:pPr>
      <w:r w:rsidRPr="00070EAF">
        <w:rPr>
          <w:rFonts w:ascii="Tahoma" w:hAnsi="Tahoma" w:cs="Tahoma"/>
          <w:sz w:val="20"/>
        </w:rPr>
        <w:t xml:space="preserve">__________________________________ </w:t>
      </w:r>
      <w:proofErr w:type="spellStart"/>
      <w:r w:rsidRPr="00070EAF">
        <w:rPr>
          <w:rFonts w:ascii="Tahoma" w:hAnsi="Tahoma" w:cs="Tahoma"/>
          <w:sz w:val="20"/>
        </w:rPr>
        <w:t>действующ</w:t>
      </w:r>
      <w:proofErr w:type="spellEnd"/>
      <w:r w:rsidRPr="00070EAF">
        <w:rPr>
          <w:rFonts w:ascii="Tahoma" w:hAnsi="Tahoma" w:cs="Tahoma"/>
          <w:sz w:val="20"/>
        </w:rPr>
        <w:t>___ на основании _________________________,</w:t>
      </w:r>
    </w:p>
    <w:p w:rsidR="001716F4" w:rsidRPr="00070EAF" w:rsidRDefault="001716F4" w:rsidP="001716F4">
      <w:pPr>
        <w:jc w:val="both"/>
        <w:rPr>
          <w:rFonts w:ascii="Tahoma" w:hAnsi="Tahoma" w:cs="Tahoma"/>
          <w:sz w:val="20"/>
        </w:rPr>
      </w:pPr>
      <w:r w:rsidRPr="00070EAF">
        <w:rPr>
          <w:rFonts w:ascii="Tahoma" w:hAnsi="Tahoma" w:cs="Tahoma"/>
          <w:sz w:val="20"/>
        </w:rPr>
        <w:t>в отдельности «Сторона», а совместно – «Стороны», заключили настоящий договор (далее по тексту – Договор) о нижеследующем:</w:t>
      </w:r>
    </w:p>
    <w:p w:rsidR="00677836" w:rsidRPr="00070EAF" w:rsidRDefault="00677836" w:rsidP="00677836">
      <w:pPr>
        <w:rPr>
          <w:rFonts w:ascii="Tahoma" w:hAnsi="Tahoma" w:cs="Tahoma"/>
          <w:b/>
          <w:sz w:val="20"/>
        </w:rPr>
      </w:pPr>
    </w:p>
    <w:p w:rsidR="00677836" w:rsidRPr="00070EAF" w:rsidRDefault="00677836" w:rsidP="00677836">
      <w:pPr>
        <w:jc w:val="center"/>
        <w:rPr>
          <w:rFonts w:ascii="Tahoma" w:hAnsi="Tahoma" w:cs="Tahoma"/>
          <w:b/>
          <w:sz w:val="20"/>
        </w:rPr>
      </w:pPr>
      <w:r w:rsidRPr="00070EAF">
        <w:rPr>
          <w:rFonts w:ascii="Tahoma" w:hAnsi="Tahoma" w:cs="Tahoma"/>
          <w:b/>
          <w:sz w:val="20"/>
        </w:rPr>
        <w:t>1. Предмет Договора</w:t>
      </w:r>
    </w:p>
    <w:p w:rsidR="00677836" w:rsidRPr="00070EAF" w:rsidRDefault="00677836" w:rsidP="00677836">
      <w:pPr>
        <w:jc w:val="both"/>
        <w:rPr>
          <w:rFonts w:ascii="Tahoma" w:hAnsi="Tahoma" w:cs="Tahoma"/>
          <w:sz w:val="20"/>
        </w:rPr>
      </w:pPr>
      <w:r w:rsidRPr="00070EAF">
        <w:rPr>
          <w:rFonts w:ascii="Tahoma" w:hAnsi="Tahoma" w:cs="Tahoma"/>
          <w:sz w:val="20"/>
        </w:rPr>
        <w:tab/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  <w:r w:rsidRPr="00070EAF">
        <w:rPr>
          <w:rFonts w:ascii="Tahoma" w:hAnsi="Tahoma" w:cs="Tahoma"/>
          <w:sz w:val="20"/>
        </w:rPr>
        <w:t>1.1. Организация, осуществляющая горячее водоснабжение, обязуется подавать Исполнителю через присоединенную водопроводную сеть горячую воду из закрытых централизованных систем горячего водоснабжения установленного качества и в установленном объеме в соответствии с режимом ее подачи, определенным Договором, а Исполнитель обязуется оплачивать принятую горячую воду, а также, обеспечивать безопасность эксплуатации находящихся в его ведении сетей горячего водоснабжения и исправность приборов учета (узлов учета) и оборудования, связанного с потреблением горячей воды.</w:t>
      </w:r>
    </w:p>
    <w:p w:rsidR="00677836" w:rsidRPr="00070EAF" w:rsidRDefault="00677836" w:rsidP="00677836">
      <w:pPr>
        <w:ind w:firstLine="540"/>
        <w:jc w:val="both"/>
        <w:rPr>
          <w:rFonts w:ascii="Tahoma" w:hAnsi="Tahoma" w:cs="Tahoma"/>
          <w:sz w:val="20"/>
        </w:rPr>
      </w:pPr>
      <w:r w:rsidRPr="00070EAF">
        <w:rPr>
          <w:rFonts w:ascii="Tahoma" w:hAnsi="Tahoma" w:cs="Tahoma"/>
          <w:sz w:val="20"/>
        </w:rPr>
        <w:t xml:space="preserve">Исполнитель является в отношении многоквартирных домов, указанных в Приложении № 1 к настоящему Договору, лицом, на которое возложена обязанность по содержанию общего имущества в многоквартирном доме. </w:t>
      </w:r>
      <w:proofErr w:type="gramStart"/>
      <w:r w:rsidRPr="00070EAF">
        <w:rPr>
          <w:rFonts w:ascii="Tahoma" w:hAnsi="Tahoma" w:cs="Tahoma"/>
          <w:sz w:val="20"/>
        </w:rPr>
        <w:t>Исполнитель  приобретает</w:t>
      </w:r>
      <w:proofErr w:type="gramEnd"/>
      <w:r w:rsidRPr="00070EAF">
        <w:rPr>
          <w:rFonts w:ascii="Tahoma" w:hAnsi="Tahoma" w:cs="Tahoma"/>
          <w:sz w:val="20"/>
        </w:rPr>
        <w:t xml:space="preserve"> по настоящему Договору горячую воду, потребляемую при содержании общего имущества многоквартирного дома.</w:t>
      </w:r>
    </w:p>
    <w:p w:rsidR="00677836" w:rsidRPr="00070EAF" w:rsidRDefault="00677836" w:rsidP="00677836">
      <w:pPr>
        <w:ind w:firstLine="540"/>
        <w:jc w:val="both"/>
        <w:rPr>
          <w:rFonts w:ascii="Tahoma" w:hAnsi="Tahoma" w:cs="Tahoma"/>
          <w:sz w:val="20"/>
        </w:rPr>
      </w:pPr>
      <w:r w:rsidRPr="00070EAF">
        <w:rPr>
          <w:rFonts w:ascii="Tahoma" w:hAnsi="Tahoma" w:cs="Tahoma"/>
          <w:sz w:val="20"/>
        </w:rPr>
        <w:t xml:space="preserve">1.2. Границы балансовой принадлежности объектов закрытой централизованной системы горячего водоснабжения </w:t>
      </w:r>
      <w:r w:rsidR="00A13BB6" w:rsidRPr="00070EAF">
        <w:rPr>
          <w:rFonts w:ascii="Tahoma" w:hAnsi="Tahoma" w:cs="Tahoma"/>
          <w:sz w:val="20"/>
        </w:rPr>
        <w:t>Исполнителя</w:t>
      </w:r>
      <w:r w:rsidRPr="00070EAF">
        <w:rPr>
          <w:rFonts w:ascii="Tahoma" w:hAnsi="Tahoma" w:cs="Tahoma"/>
          <w:sz w:val="20"/>
        </w:rPr>
        <w:t xml:space="preserve"> и Организации, осуществляющей горячее водоснабжение, </w:t>
      </w:r>
      <w:r w:rsidR="00C75656" w:rsidRPr="00070EAF">
        <w:rPr>
          <w:rFonts w:ascii="Tahoma" w:hAnsi="Tahoma" w:cs="Tahoma"/>
          <w:sz w:val="20"/>
        </w:rPr>
        <w:t xml:space="preserve">и эксплуатационной ответственности определяются </w:t>
      </w:r>
      <w:r w:rsidRPr="00070EAF">
        <w:rPr>
          <w:rFonts w:ascii="Tahoma" w:hAnsi="Tahoma" w:cs="Tahoma"/>
          <w:sz w:val="20"/>
        </w:rPr>
        <w:t xml:space="preserve">в соответствии с </w:t>
      </w:r>
      <w:r w:rsidR="00C75656" w:rsidRPr="00070EAF">
        <w:rPr>
          <w:rFonts w:ascii="Tahoma" w:hAnsi="Tahoma" w:cs="Tahoma"/>
          <w:sz w:val="20"/>
        </w:rPr>
        <w:t xml:space="preserve">Актом </w:t>
      </w:r>
      <w:r w:rsidRPr="00070EAF">
        <w:rPr>
          <w:rFonts w:ascii="Tahoma" w:hAnsi="Tahoma" w:cs="Tahoma"/>
          <w:sz w:val="20"/>
        </w:rPr>
        <w:t xml:space="preserve">разграничения балансовой принадлежности и эксплуатационной ответственности, предусмотренным </w:t>
      </w:r>
      <w:r w:rsidR="00C75656" w:rsidRPr="00070EAF">
        <w:rPr>
          <w:rFonts w:ascii="Tahoma" w:hAnsi="Tahoma" w:cs="Tahoma"/>
          <w:sz w:val="20"/>
        </w:rPr>
        <w:t xml:space="preserve">Приложением </w:t>
      </w:r>
      <w:r w:rsidRPr="00070EAF">
        <w:rPr>
          <w:rFonts w:ascii="Tahoma" w:hAnsi="Tahoma" w:cs="Tahoma"/>
          <w:sz w:val="20"/>
        </w:rPr>
        <w:t>№ 1 к настоящему Договору.</w:t>
      </w:r>
    </w:p>
    <w:p w:rsidR="00C75656" w:rsidRPr="00070EAF" w:rsidRDefault="00C75656" w:rsidP="00677836">
      <w:pPr>
        <w:ind w:firstLine="540"/>
        <w:jc w:val="both"/>
        <w:rPr>
          <w:rFonts w:ascii="Tahoma" w:hAnsi="Tahoma" w:cs="Tahoma"/>
          <w:sz w:val="20"/>
        </w:rPr>
      </w:pPr>
      <w:r w:rsidRPr="00070EAF">
        <w:rPr>
          <w:rFonts w:ascii="Tahoma" w:hAnsi="Tahoma" w:cs="Tahoma"/>
          <w:sz w:val="20"/>
        </w:rPr>
        <w:t>1.3. Акт разграничения балансовой принадлежности и эксплуатационной ответственности, предусмотренный Приложением № 1 к настоящему договору, подлежит подписанию при заключении настоящего договора и является его неотъемлемой частью.</w:t>
      </w:r>
    </w:p>
    <w:p w:rsidR="00677836" w:rsidRPr="00070EAF" w:rsidRDefault="00677836" w:rsidP="00677836">
      <w:pPr>
        <w:pStyle w:val="ConsPlusNonformat"/>
        <w:ind w:firstLine="540"/>
        <w:jc w:val="both"/>
        <w:rPr>
          <w:rFonts w:ascii="Tahoma" w:eastAsia="Times New Roman" w:hAnsi="Tahoma" w:cs="Tahoma"/>
        </w:rPr>
      </w:pPr>
      <w:r w:rsidRPr="00070EAF">
        <w:rPr>
          <w:rFonts w:ascii="Tahoma" w:eastAsia="Times New Roman" w:hAnsi="Tahoma" w:cs="Tahoma"/>
        </w:rPr>
        <w:t>1.</w:t>
      </w:r>
      <w:r w:rsidR="00C75656" w:rsidRPr="00070EAF">
        <w:rPr>
          <w:rFonts w:ascii="Tahoma" w:eastAsia="Times New Roman" w:hAnsi="Tahoma" w:cs="Tahoma"/>
        </w:rPr>
        <w:t>4</w:t>
      </w:r>
      <w:r w:rsidRPr="00070EAF">
        <w:rPr>
          <w:rFonts w:ascii="Tahoma" w:eastAsia="Times New Roman" w:hAnsi="Tahoma" w:cs="Tahoma"/>
        </w:rPr>
        <w:t xml:space="preserve">.  </w:t>
      </w:r>
      <w:proofErr w:type="gramStart"/>
      <w:r w:rsidRPr="00070EAF">
        <w:rPr>
          <w:rFonts w:ascii="Tahoma" w:eastAsia="Times New Roman" w:hAnsi="Tahoma" w:cs="Tahoma"/>
        </w:rPr>
        <w:t>Местом  исполнения</w:t>
      </w:r>
      <w:proofErr w:type="gramEnd"/>
      <w:r w:rsidRPr="00070EAF">
        <w:rPr>
          <w:rFonts w:ascii="Tahoma" w:eastAsia="Times New Roman" w:hAnsi="Tahoma" w:cs="Tahoma"/>
        </w:rPr>
        <w:t xml:space="preserve"> обязательств  по договору является ______________.</w:t>
      </w:r>
    </w:p>
    <w:p w:rsidR="00677836" w:rsidRPr="00070EAF" w:rsidRDefault="00677836" w:rsidP="00677836">
      <w:pPr>
        <w:jc w:val="both"/>
        <w:rPr>
          <w:rFonts w:ascii="Tahoma" w:hAnsi="Tahoma" w:cs="Tahoma"/>
          <w:sz w:val="20"/>
        </w:rPr>
      </w:pPr>
    </w:p>
    <w:p w:rsidR="00677836" w:rsidRPr="00070EAF" w:rsidRDefault="00677836" w:rsidP="00677836">
      <w:pPr>
        <w:widowControl/>
        <w:overflowPunct/>
        <w:jc w:val="center"/>
        <w:outlineLvl w:val="0"/>
        <w:rPr>
          <w:rFonts w:ascii="Tahoma" w:hAnsi="Tahoma" w:cs="Tahoma"/>
          <w:b/>
          <w:sz w:val="20"/>
        </w:rPr>
      </w:pPr>
      <w:r w:rsidRPr="00070EAF">
        <w:rPr>
          <w:rFonts w:ascii="Tahoma" w:hAnsi="Tahoma" w:cs="Tahoma"/>
          <w:b/>
          <w:sz w:val="20"/>
        </w:rPr>
        <w:t>2. Срок и режим подачи (потребления) горячей воды,</w:t>
      </w:r>
    </w:p>
    <w:p w:rsidR="00677836" w:rsidRPr="00070EAF" w:rsidRDefault="00677836" w:rsidP="00677836">
      <w:pPr>
        <w:widowControl/>
        <w:overflowPunct/>
        <w:jc w:val="center"/>
        <w:rPr>
          <w:rFonts w:ascii="Tahoma" w:hAnsi="Tahoma" w:cs="Tahoma"/>
          <w:b/>
          <w:sz w:val="20"/>
        </w:rPr>
      </w:pPr>
      <w:r w:rsidRPr="00070EAF">
        <w:rPr>
          <w:rFonts w:ascii="Tahoma" w:hAnsi="Tahoma" w:cs="Tahoma"/>
          <w:b/>
          <w:sz w:val="20"/>
        </w:rPr>
        <w:t>установленная мощность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</w:p>
    <w:p w:rsidR="001716F4" w:rsidRPr="00070EAF" w:rsidRDefault="00677836" w:rsidP="001716F4">
      <w:pPr>
        <w:ind w:firstLine="567"/>
        <w:jc w:val="both"/>
        <w:rPr>
          <w:rFonts w:ascii="Tahoma" w:hAnsi="Tahoma" w:cs="Tahoma"/>
          <w:sz w:val="20"/>
        </w:rPr>
      </w:pPr>
      <w:r w:rsidRPr="00070EAF">
        <w:rPr>
          <w:rFonts w:ascii="Tahoma" w:hAnsi="Tahoma" w:cs="Tahoma"/>
          <w:sz w:val="20"/>
        </w:rPr>
        <w:t xml:space="preserve">2.1. </w:t>
      </w:r>
      <w:r w:rsidR="001716F4" w:rsidRPr="00070EAF">
        <w:rPr>
          <w:rFonts w:ascii="Tahoma" w:hAnsi="Tahoma" w:cs="Tahoma"/>
          <w:sz w:val="20"/>
        </w:rPr>
        <w:t>Дата начала подачи горячей воды "__" ___________ 20__ г.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  <w:r w:rsidRPr="00070EAF">
        <w:rPr>
          <w:rFonts w:ascii="Tahoma" w:hAnsi="Tahoma" w:cs="Tahoma"/>
          <w:sz w:val="20"/>
        </w:rPr>
        <w:t>2.2. Организация, осуществляющая горячее водоснабжение, и Исполнитель обязуются соблюдать режим подачи горячей воды в точке подключения (технологического присоединения) согласно Приложению № 3 к настоящему Договору.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</w:p>
    <w:p w:rsidR="00677836" w:rsidRPr="00070EAF" w:rsidRDefault="00677836" w:rsidP="00677836">
      <w:pPr>
        <w:widowControl/>
        <w:overflowPunct/>
        <w:jc w:val="center"/>
        <w:outlineLvl w:val="0"/>
        <w:rPr>
          <w:rFonts w:ascii="Tahoma" w:hAnsi="Tahoma" w:cs="Tahoma"/>
          <w:b/>
          <w:sz w:val="20"/>
        </w:rPr>
      </w:pPr>
      <w:r w:rsidRPr="00070EAF">
        <w:rPr>
          <w:rFonts w:ascii="Tahoma" w:hAnsi="Tahoma" w:cs="Tahoma"/>
          <w:b/>
          <w:sz w:val="20"/>
        </w:rPr>
        <w:lastRenderedPageBreak/>
        <w:t>3. Тарифы, сроки и порядок оплаты по договору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sz w:val="20"/>
        </w:rPr>
      </w:pPr>
      <w:r w:rsidRPr="00070EAF">
        <w:rPr>
          <w:rFonts w:ascii="Tahoma" w:hAnsi="Tahoma" w:cs="Tahoma"/>
          <w:sz w:val="20"/>
        </w:rPr>
        <w:t xml:space="preserve">3.1. Оплата по Договору осуществляется Исполнителем </w:t>
      </w:r>
      <w:r w:rsidRPr="00070EAF">
        <w:rPr>
          <w:rFonts w:ascii="Tahoma" w:eastAsia="Calibri" w:hAnsi="Tahoma" w:cs="Tahoma"/>
          <w:sz w:val="20"/>
        </w:rPr>
        <w:t xml:space="preserve">по тарифам, установленным в порядке, </w:t>
      </w:r>
      <w:r w:rsidRPr="00070EAF">
        <w:rPr>
          <w:rFonts w:ascii="Tahoma" w:hAnsi="Tahoma" w:cs="Tahoma"/>
          <w:sz w:val="20"/>
        </w:rPr>
        <w:t xml:space="preserve">определенном </w:t>
      </w:r>
      <w:hyperlink r:id="rId9" w:history="1">
        <w:r w:rsidRPr="00070EAF">
          <w:rPr>
            <w:rFonts w:ascii="Tahoma" w:hAnsi="Tahoma" w:cs="Tahoma"/>
            <w:sz w:val="20"/>
          </w:rPr>
          <w:t>законодательством</w:t>
        </w:r>
      </w:hyperlink>
      <w:r w:rsidRPr="00070EAF">
        <w:rPr>
          <w:rFonts w:ascii="Tahoma" w:hAnsi="Tahoma" w:cs="Tahoma"/>
          <w:sz w:val="20"/>
        </w:rPr>
        <w:t xml:space="preserve"> Российской</w:t>
      </w:r>
      <w:r w:rsidRPr="00070EAF">
        <w:rPr>
          <w:rFonts w:ascii="Tahoma" w:eastAsia="Calibri" w:hAnsi="Tahoma" w:cs="Tahoma"/>
          <w:sz w:val="20"/>
        </w:rPr>
        <w:t xml:space="preserve"> Федерации о государственном регулировании цен (тарифов).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  <w:r w:rsidRPr="00070EAF">
        <w:rPr>
          <w:rFonts w:ascii="Tahoma" w:hAnsi="Tahoma" w:cs="Tahoma"/>
          <w:sz w:val="20"/>
        </w:rPr>
        <w:t>Двухкомпонентный тариф на горячую воду (горячее водоснабжение), установленный на момент заключения договора, составляет:</w:t>
      </w:r>
    </w:p>
    <w:p w:rsidR="001716F4" w:rsidRPr="00070EAF" w:rsidRDefault="001716F4" w:rsidP="001716F4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  <w:r w:rsidRPr="00070EAF">
        <w:rPr>
          <w:rFonts w:ascii="Tahoma" w:hAnsi="Tahoma" w:cs="Tahoma"/>
          <w:sz w:val="20"/>
        </w:rPr>
        <w:t>- компонент на холодную воду - ______ (руб./м3 и (или) руб./м3/час);</w:t>
      </w:r>
    </w:p>
    <w:p w:rsidR="001716F4" w:rsidRPr="00070EAF" w:rsidRDefault="001716F4" w:rsidP="001716F4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  <w:r w:rsidRPr="00070EAF">
        <w:rPr>
          <w:rFonts w:ascii="Tahoma" w:hAnsi="Tahoma" w:cs="Tahoma"/>
          <w:sz w:val="20"/>
        </w:rPr>
        <w:t>- компонент на тепловую энергию - ______ (руб./Гкал и (или) руб./Гкал/час).</w:t>
      </w:r>
    </w:p>
    <w:p w:rsidR="00677836" w:rsidRPr="00070EAF" w:rsidRDefault="00677836" w:rsidP="00800133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  <w:r w:rsidRPr="00070EAF">
        <w:rPr>
          <w:rFonts w:ascii="Tahoma" w:hAnsi="Tahoma" w:cs="Tahoma"/>
          <w:sz w:val="20"/>
        </w:rPr>
        <w:t>3.2. За расчетный период для оплаты по Договору принимается 1(один) календарный месяц.</w:t>
      </w:r>
    </w:p>
    <w:p w:rsidR="00677836" w:rsidRPr="00070EAF" w:rsidRDefault="00677836" w:rsidP="00677836">
      <w:pPr>
        <w:pStyle w:val="a9"/>
        <w:ind w:firstLine="540"/>
        <w:rPr>
          <w:rFonts w:ascii="Tahoma" w:hAnsi="Tahoma" w:cs="Tahoma"/>
          <w:szCs w:val="20"/>
        </w:rPr>
      </w:pPr>
      <w:r w:rsidRPr="00070EAF">
        <w:rPr>
          <w:rFonts w:ascii="Tahoma" w:hAnsi="Tahoma" w:cs="Tahoma"/>
          <w:szCs w:val="20"/>
        </w:rPr>
        <w:t xml:space="preserve">3.3. </w:t>
      </w:r>
      <w:r w:rsidRPr="00070EAF">
        <w:rPr>
          <w:rFonts w:ascii="Tahoma" w:hAnsi="Tahoma" w:cs="Tahoma"/>
        </w:rPr>
        <w:t>Исполнитель</w:t>
      </w:r>
      <w:r w:rsidRPr="00070EAF">
        <w:rPr>
          <w:rFonts w:ascii="Tahoma" w:hAnsi="Tahoma" w:cs="Tahoma"/>
          <w:szCs w:val="20"/>
        </w:rPr>
        <w:t xml:space="preserve"> оплачивает полученную по настоящему Договору горячую воду до 15-го числа месяца, следующего за расчетным, на основании счетов-фактур, отражающих информацию об объеме подлежащей оплате горячей воды за расчетный период по состоянию на 1-е число месяца, следующего за расчетным, и выставляемых к оплате Организацией, осуществляющей горячее водоснабжение, не позднее 5-го числа месяца, следующего за расчетным. Датой оплаты считается дата поступления денежных средств на расчетный счет Организации, осуществляющей горячее водоснабжение.</w:t>
      </w:r>
    </w:p>
    <w:p w:rsidR="001A40F9" w:rsidRPr="00070EAF" w:rsidRDefault="001A40F9" w:rsidP="001A40F9">
      <w:pPr>
        <w:jc w:val="both"/>
        <w:rPr>
          <w:rFonts w:ascii="Tahoma" w:hAnsi="Tahoma" w:cs="Tahoma"/>
          <w:sz w:val="20"/>
        </w:rPr>
      </w:pPr>
      <w:r w:rsidRPr="00070EAF">
        <w:rPr>
          <w:rFonts w:ascii="Tahoma" w:hAnsi="Tahoma" w:cs="Tahoma"/>
          <w:sz w:val="20"/>
        </w:rPr>
        <w:t>В платежном поручении Абонент указывает дату и номер договора, период, за который производится платеж или дату и номер счета-фактуры, в следующей последовательности:</w:t>
      </w:r>
    </w:p>
    <w:p w:rsidR="001A40F9" w:rsidRPr="00070EAF" w:rsidRDefault="001A40F9" w:rsidP="001A40F9">
      <w:pPr>
        <w:jc w:val="both"/>
        <w:rPr>
          <w:rFonts w:ascii="Tahoma" w:hAnsi="Tahoma" w:cs="Tahoma"/>
          <w:sz w:val="20"/>
        </w:rPr>
      </w:pPr>
      <w:r w:rsidRPr="00070EAF">
        <w:rPr>
          <w:rFonts w:ascii="Tahoma" w:hAnsi="Tahoma" w:cs="Tahoma"/>
          <w:sz w:val="20"/>
        </w:rPr>
        <w:t>Оплата по счету-фактуре: «Оплата за ______ (вид платежа*) по договору №____, по с/ф №___от ___</w:t>
      </w:r>
      <w:proofErr w:type="gramStart"/>
      <w:r w:rsidRPr="00070EAF">
        <w:rPr>
          <w:rFonts w:ascii="Tahoma" w:hAnsi="Tahoma" w:cs="Tahoma"/>
          <w:sz w:val="20"/>
        </w:rPr>
        <w:t>_(</w:t>
      </w:r>
      <w:proofErr w:type="gramEnd"/>
      <w:r w:rsidRPr="00070EAF">
        <w:rPr>
          <w:rFonts w:ascii="Tahoma" w:hAnsi="Tahoma" w:cs="Tahoma"/>
          <w:sz w:val="20"/>
        </w:rPr>
        <w:t xml:space="preserve">дата с/ф), в </w:t>
      </w:r>
      <w:proofErr w:type="spellStart"/>
      <w:r w:rsidRPr="00070EAF">
        <w:rPr>
          <w:rFonts w:ascii="Tahoma" w:hAnsi="Tahoma" w:cs="Tahoma"/>
          <w:sz w:val="20"/>
        </w:rPr>
        <w:t>т.ч</w:t>
      </w:r>
      <w:proofErr w:type="spellEnd"/>
      <w:r w:rsidRPr="00070EAF">
        <w:rPr>
          <w:rFonts w:ascii="Tahoma" w:hAnsi="Tahoma" w:cs="Tahoma"/>
          <w:sz w:val="20"/>
        </w:rPr>
        <w:t>. НДС ___(сумма НДС)». При оплате по нескольким счетам-фактурам, указываются все номера и даты документов.</w:t>
      </w:r>
    </w:p>
    <w:p w:rsidR="001A40F9" w:rsidRPr="00070EAF" w:rsidRDefault="001A40F9" w:rsidP="001A40F9">
      <w:pPr>
        <w:jc w:val="both"/>
        <w:rPr>
          <w:rFonts w:ascii="Tahoma" w:hAnsi="Tahoma" w:cs="Tahoma"/>
          <w:sz w:val="20"/>
        </w:rPr>
      </w:pPr>
      <w:r w:rsidRPr="00070EAF">
        <w:rPr>
          <w:rFonts w:ascii="Tahoma" w:hAnsi="Tahoma" w:cs="Tahoma"/>
          <w:sz w:val="20"/>
        </w:rPr>
        <w:t>Оплата текущих (промежуточных) платежей: «Оплата за ______ (вид платежа*) по договору №___</w:t>
      </w:r>
      <w:proofErr w:type="gramStart"/>
      <w:r w:rsidRPr="00070EAF">
        <w:rPr>
          <w:rFonts w:ascii="Tahoma" w:hAnsi="Tahoma" w:cs="Tahoma"/>
          <w:sz w:val="20"/>
        </w:rPr>
        <w:t>_,  за</w:t>
      </w:r>
      <w:proofErr w:type="gramEnd"/>
      <w:r w:rsidRPr="00070EAF">
        <w:rPr>
          <w:rFonts w:ascii="Tahoma" w:hAnsi="Tahoma" w:cs="Tahoma"/>
          <w:sz w:val="20"/>
        </w:rPr>
        <w:t xml:space="preserve"> _______ (период: месяц, год), в </w:t>
      </w:r>
      <w:proofErr w:type="spellStart"/>
      <w:r w:rsidRPr="00070EAF">
        <w:rPr>
          <w:rFonts w:ascii="Tahoma" w:hAnsi="Tahoma" w:cs="Tahoma"/>
          <w:sz w:val="20"/>
        </w:rPr>
        <w:t>т.ч</w:t>
      </w:r>
      <w:proofErr w:type="spellEnd"/>
      <w:r w:rsidRPr="00070EAF">
        <w:rPr>
          <w:rFonts w:ascii="Tahoma" w:hAnsi="Tahoma" w:cs="Tahoma"/>
          <w:sz w:val="20"/>
        </w:rPr>
        <w:t>. НДС ___(сумма НДС)».</w:t>
      </w:r>
    </w:p>
    <w:p w:rsidR="001A40F9" w:rsidRPr="00070EAF" w:rsidRDefault="001A40F9" w:rsidP="001A40F9">
      <w:pPr>
        <w:jc w:val="both"/>
        <w:rPr>
          <w:rFonts w:ascii="Tahoma" w:hAnsi="Tahoma" w:cs="Tahoma"/>
          <w:sz w:val="20"/>
        </w:rPr>
      </w:pPr>
      <w:r w:rsidRPr="00070EAF">
        <w:rPr>
          <w:rFonts w:ascii="Tahoma" w:hAnsi="Tahoma" w:cs="Tahoma"/>
          <w:sz w:val="20"/>
        </w:rPr>
        <w:t>Оплата по исполнительному производству: «Оплата по исполнительному листу №___ по договору №___ по с/ф № от ___</w:t>
      </w:r>
      <w:proofErr w:type="gramStart"/>
      <w:r w:rsidRPr="00070EAF">
        <w:rPr>
          <w:rFonts w:ascii="Tahoma" w:hAnsi="Tahoma" w:cs="Tahoma"/>
          <w:sz w:val="20"/>
        </w:rPr>
        <w:t>_(</w:t>
      </w:r>
      <w:proofErr w:type="gramEnd"/>
      <w:r w:rsidRPr="00070EAF">
        <w:rPr>
          <w:rFonts w:ascii="Tahoma" w:hAnsi="Tahoma" w:cs="Tahoma"/>
          <w:sz w:val="20"/>
        </w:rPr>
        <w:t xml:space="preserve">дата с/ф) за ___ (период: месяц, год), в </w:t>
      </w:r>
      <w:proofErr w:type="spellStart"/>
      <w:r w:rsidRPr="00070EAF">
        <w:rPr>
          <w:rFonts w:ascii="Tahoma" w:hAnsi="Tahoma" w:cs="Tahoma"/>
          <w:sz w:val="20"/>
        </w:rPr>
        <w:t>т.ч</w:t>
      </w:r>
      <w:proofErr w:type="spellEnd"/>
      <w:r w:rsidRPr="00070EAF">
        <w:rPr>
          <w:rFonts w:ascii="Tahoma" w:hAnsi="Tahoma" w:cs="Tahoma"/>
          <w:sz w:val="20"/>
        </w:rPr>
        <w:t>. НДС ___(сумма НДС)».</w:t>
      </w:r>
    </w:p>
    <w:p w:rsidR="001A40F9" w:rsidRPr="00070EAF" w:rsidRDefault="001A40F9" w:rsidP="001A40F9">
      <w:pPr>
        <w:jc w:val="both"/>
        <w:rPr>
          <w:rFonts w:ascii="Tahoma" w:hAnsi="Tahoma" w:cs="Tahoma"/>
          <w:sz w:val="20"/>
        </w:rPr>
      </w:pPr>
      <w:r w:rsidRPr="00070EAF">
        <w:rPr>
          <w:rFonts w:ascii="Tahoma" w:hAnsi="Tahoma" w:cs="Tahoma"/>
          <w:sz w:val="20"/>
        </w:rPr>
        <w:t>*Вид платежа: энергетические ресурсы, проценты за пользование чужими денежными средствами (проценты), услуги по ограничению/возобновлению подачи ГВС.</w:t>
      </w:r>
    </w:p>
    <w:p w:rsidR="001A40F9" w:rsidRPr="00070EAF" w:rsidRDefault="001A40F9" w:rsidP="001A40F9">
      <w:pPr>
        <w:jc w:val="both"/>
        <w:rPr>
          <w:rFonts w:ascii="Tahoma" w:hAnsi="Tahoma" w:cs="Tahoma"/>
          <w:sz w:val="20"/>
        </w:rPr>
      </w:pPr>
      <w:r w:rsidRPr="00070EAF">
        <w:rPr>
          <w:rFonts w:ascii="Tahoma" w:hAnsi="Tahoma" w:cs="Tahoma"/>
          <w:sz w:val="20"/>
        </w:rPr>
        <w:t>В случае если Абонент в платежных поручениях или без промедления после оплаты (не позднее чем на следующий календарный день) не указал назначение платежа, Организация, осуществляющая горячее водоснабжение вправе отнести платеж в счет оплаты периода, срок исполнения обязательства по оплате которого наступил ранее в порядке, определенном Приложением № 2 к настоящему Договору.</w:t>
      </w:r>
    </w:p>
    <w:p w:rsidR="00677836" w:rsidRPr="00070EAF" w:rsidRDefault="00677836" w:rsidP="00677836">
      <w:pPr>
        <w:pStyle w:val="ab"/>
        <w:widowControl/>
        <w:tabs>
          <w:tab w:val="left" w:pos="3240"/>
        </w:tabs>
        <w:spacing w:after="0"/>
        <w:ind w:left="0" w:firstLine="540"/>
        <w:jc w:val="both"/>
        <w:rPr>
          <w:rFonts w:ascii="Tahoma" w:hAnsi="Tahoma" w:cs="Tahoma"/>
          <w:sz w:val="20"/>
        </w:rPr>
      </w:pPr>
      <w:r w:rsidRPr="00070EAF">
        <w:rPr>
          <w:rFonts w:ascii="Tahoma" w:hAnsi="Tahoma" w:cs="Tahoma"/>
          <w:sz w:val="20"/>
        </w:rPr>
        <w:t>3.4. Сверка расчетов по настоящему Договору проводится между Организацией, осуществляющей горячее водоснабжение, и Исполнителем не реже 1 (одного) раза в квартал либо по инициативе одной из Сторон, путем составления и подписания сторонами акта сверки расчетов. Сторона, инициирующая проведение сверки расчетов по настоящему Договору, составляет и направляет в адрес другой Стороны акт сверки расчетов в 2 (двух) экземплярах. Срок подписания акта устанавливается в течение 3 (трех) рабочих дней с даты его получения. Акт сверки расчетов считается согласованным обеими Сторонами в случае неполучения ответа в течение 10 (десяти) рабочих дней после его направления Стороне.</w:t>
      </w:r>
    </w:p>
    <w:p w:rsidR="001A40F9" w:rsidRPr="00070EAF" w:rsidRDefault="001A40F9" w:rsidP="00677836">
      <w:pPr>
        <w:pStyle w:val="ab"/>
        <w:widowControl/>
        <w:tabs>
          <w:tab w:val="left" w:pos="3240"/>
        </w:tabs>
        <w:spacing w:after="0"/>
        <w:ind w:left="0" w:firstLine="540"/>
        <w:jc w:val="both"/>
        <w:rPr>
          <w:rFonts w:ascii="Tahoma" w:hAnsi="Tahoma" w:cs="Tahoma"/>
          <w:sz w:val="20"/>
        </w:rPr>
      </w:pPr>
      <w:r w:rsidRPr="00070EAF">
        <w:rPr>
          <w:rFonts w:ascii="Tahoma" w:hAnsi="Tahoma" w:cs="Tahoma"/>
          <w:sz w:val="20"/>
        </w:rPr>
        <w:t>3.5. Стороны пришли к согласию о возможности направления и получения документов, связанных с исполнением настоящего Договора (счетов, счетов-фактур, актов поданной–принятой горячей воды, актов сверок и иных документов) в электронном виде с использованием электронной цифровой подписи.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</w:p>
    <w:p w:rsidR="00677836" w:rsidRPr="00070EAF" w:rsidRDefault="00677836" w:rsidP="00677836">
      <w:pPr>
        <w:widowControl/>
        <w:overflowPunct/>
        <w:jc w:val="center"/>
        <w:outlineLvl w:val="0"/>
        <w:rPr>
          <w:rFonts w:ascii="Tahoma" w:eastAsia="Calibri" w:hAnsi="Tahoma" w:cs="Tahoma"/>
          <w:b/>
          <w:bCs/>
          <w:sz w:val="20"/>
        </w:rPr>
      </w:pPr>
      <w:r w:rsidRPr="00070EAF">
        <w:rPr>
          <w:rFonts w:ascii="Tahoma" w:eastAsia="Calibri" w:hAnsi="Tahoma" w:cs="Tahoma"/>
          <w:b/>
          <w:bCs/>
          <w:sz w:val="20"/>
        </w:rPr>
        <w:t>4. Права и обязанности Сторон</w:t>
      </w:r>
    </w:p>
    <w:p w:rsidR="00677836" w:rsidRPr="00070EAF" w:rsidRDefault="00677836" w:rsidP="00677836">
      <w:pPr>
        <w:widowControl/>
        <w:overflowPunct/>
        <w:jc w:val="center"/>
        <w:rPr>
          <w:rFonts w:ascii="Tahoma" w:eastAsia="Calibri" w:hAnsi="Tahoma" w:cs="Tahoma"/>
          <w:b/>
          <w:bCs/>
          <w:sz w:val="20"/>
        </w:rPr>
      </w:pP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4.1. Организация, осуществляющая горячее водоснабжение, обязана: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4.1.1. обеспечивать эксплуатацию объектов централизованной системы горячего водоснабжения, в том числе водопроводных сетей, по которым осуществляется транспортировка горячей воды, принадлежащих Организации, осуществляющей горячее водоснабжение, на праве собственности или ином законном основании и (или) находящихся в границах эксплуатационной ответственности такой организации в соответствии с требованиями нормативно-технических документов;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 xml:space="preserve">4.1.2. обеспечивать бесперебойный режим подачи горячей воды в точке подключения (технологического присоединения), предусмотренный Приложением № 3 к настоящему Договору, кроме </w:t>
      </w:r>
      <w:r w:rsidRPr="00070EAF">
        <w:rPr>
          <w:rFonts w:ascii="Tahoma" w:eastAsia="Calibri" w:hAnsi="Tahoma" w:cs="Tahoma"/>
          <w:bCs/>
          <w:sz w:val="20"/>
        </w:rPr>
        <w:lastRenderedPageBreak/>
        <w:t>случаев временного прекращения или ограничения горячего водоснабжения, предусмотренных Федеральным законом "О водоснабжении и водоотведении";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4.1.3. не допускать</w:t>
      </w:r>
      <w:r w:rsidR="009A090F" w:rsidRPr="00070EAF">
        <w:rPr>
          <w:rFonts w:ascii="Tahoma" w:eastAsia="Calibri" w:hAnsi="Tahoma" w:cs="Tahoma"/>
          <w:bCs/>
          <w:sz w:val="20"/>
        </w:rPr>
        <w:t xml:space="preserve"> в границах эксплуатационной ответственности</w:t>
      </w:r>
      <w:r w:rsidRPr="00070EAF">
        <w:rPr>
          <w:rFonts w:ascii="Tahoma" w:eastAsia="Calibri" w:hAnsi="Tahoma" w:cs="Tahoma"/>
          <w:bCs/>
          <w:sz w:val="20"/>
        </w:rPr>
        <w:t xml:space="preserve"> ухудшения качества питьевой воды ниже показателей, установленных законодательством Российской Федерации в сфере обеспечения санитарно-эпидемиологического благополучия населения;</w:t>
      </w:r>
    </w:p>
    <w:p w:rsidR="00677836" w:rsidRPr="00070EAF" w:rsidRDefault="00677836" w:rsidP="00677836">
      <w:pPr>
        <w:widowControl/>
        <w:overflowPunct/>
        <w:ind w:firstLine="540"/>
        <w:jc w:val="both"/>
        <w:outlineLvl w:val="1"/>
        <w:rPr>
          <w:rFonts w:ascii="Tahoma" w:hAnsi="Tahoma" w:cs="Tahoma"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4.1.4. осуществлять допуск к эксплуатации приборов учета (узлов учета) горячей воды;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4.1.5. проводить производственный контроль качества горячей воды, в том числе температуры подачи горячей воды;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4.1.6. уведомлять Исполнителя о временном прекращении или ограничении горячего водоснабжения в порядке, предусмотренном настоящим Договором;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4.1.7. принимать необходимые меры по своевременной ликвидации последствий аварий и инцидентов на объектах централизованной системы горячего водоснабжения, в том числе на водопроводных сетях, по которым осуществляется транспортировка горячей воды, принадлежащих Организации, осуществляющей горячее водоснабжение, на праве собственности или ином законном основании и (или) находящихся в границах эксплуатационной ответственности такой организации, в порядке и сроки, которые установлены нормативно-техническими документами, а также меры по возобновлению действия таких объектов и сетей с соблюдением требований законодательства Российской Федерации в сфере обеспечения санитарно-эпидемиологического благополучия населения и технического регулирования;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4.1.8. уведомлять Исполнителя в случае передачи прав владения на объекты централизованных систем горячего водоснабжения, в том числе на водопроводные сети горячего водоснабжения, и (или) пользования такими сетями и объектами третьим лицам, об изменении наименования, организационно-правовой формы, местонахождения, а также иных сведений, которые могут повлиять на исполнение настоящего Договора, в течение 5 (пяти) рабочих дней со дня такого изменения.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sz w:val="20"/>
        </w:rPr>
      </w:pPr>
      <w:r w:rsidRPr="00070EAF">
        <w:rPr>
          <w:rFonts w:ascii="Tahoma" w:eastAsia="Calibri" w:hAnsi="Tahoma" w:cs="Tahoma"/>
          <w:sz w:val="20"/>
        </w:rPr>
        <w:t xml:space="preserve">4.1.9. Ежемесячно по согласованной Сторонами форме передавать Исполнителю </w:t>
      </w:r>
      <w:r w:rsidRPr="00070EAF">
        <w:rPr>
          <w:rFonts w:ascii="Tahoma" w:hAnsi="Tahoma" w:cs="Tahoma"/>
          <w:sz w:val="20"/>
        </w:rPr>
        <w:t xml:space="preserve">любым доступным способом </w:t>
      </w:r>
      <w:r w:rsidRPr="00070EAF">
        <w:rPr>
          <w:rFonts w:ascii="Tahoma" w:eastAsia="Calibri" w:hAnsi="Tahoma" w:cs="Tahoma"/>
          <w:sz w:val="20"/>
        </w:rPr>
        <w:t xml:space="preserve">показания индивидуальных, общих (квартирных) приборов учета и (или) иную информацию, используемую для определения объемов потребления горячей воды. 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sz w:val="20"/>
        </w:rPr>
      </w:pPr>
      <w:r w:rsidRPr="00070EAF">
        <w:rPr>
          <w:rFonts w:ascii="Tahoma" w:eastAsia="Calibri" w:hAnsi="Tahoma" w:cs="Tahoma"/>
          <w:sz w:val="20"/>
        </w:rPr>
        <w:t xml:space="preserve">4.1.10. Уведомлять Исполнителя о сроках проведения проверки достоверности представленных </w:t>
      </w:r>
      <w:r w:rsidR="00A13BB6" w:rsidRPr="00070EAF">
        <w:rPr>
          <w:rFonts w:ascii="Tahoma" w:eastAsia="Calibri" w:hAnsi="Tahoma" w:cs="Tahoma"/>
          <w:sz w:val="20"/>
        </w:rPr>
        <w:t>Исполнителем</w:t>
      </w:r>
      <w:r w:rsidRPr="00070EAF">
        <w:rPr>
          <w:rFonts w:ascii="Tahoma" w:eastAsia="Calibri" w:hAnsi="Tahoma" w:cs="Tahoma"/>
          <w:sz w:val="20"/>
        </w:rPr>
        <w:t xml:space="preserve"> сведений о показаниях коллективных (общедомовых) приборов учета и (или) проверки их состояния.</w:t>
      </w:r>
    </w:p>
    <w:p w:rsidR="00FF0A2D" w:rsidRPr="00070EAF" w:rsidRDefault="00FF0A2D" w:rsidP="00677836">
      <w:pPr>
        <w:widowControl/>
        <w:overflowPunct/>
        <w:ind w:firstLine="540"/>
        <w:jc w:val="both"/>
        <w:rPr>
          <w:rFonts w:ascii="Tahoma" w:eastAsia="Calibri" w:hAnsi="Tahoma" w:cs="Tahoma"/>
          <w:sz w:val="20"/>
        </w:rPr>
      </w:pP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4.2. Организация, осуществляющая горячее водоснабжение, имеет право: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4.2.1. осуществлять контроль за правильностью учета объемов поданной Исполнителю горячей воды;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4.2.2. осуществлять контроль за фактами самовольного пользования и (или) самовольного подключения (технологического присоединения) Исполнителя к централизованным системам горячего водоснабжения путем обхода потребителей и (или) визуального осмотра объекта по месту расположения, а также принимать меры по предотвращению самовольного пользования и (или) самовольного подключения (технологического присоединения) Исполнителя к централизованным системам горячего водоснабжения;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4.2.3. временно прекращать или ограничивать горячее водоснабжение в случаях, установленных законодательством Российской Федерации;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4.2.4. получать доступ к сетям горячего водоснабжения, местам отбора проб горячей воды, приборам учета (узлам учета), принадлежащим Исполнителю, для контрольного снятия показаний приборов учета (узлов учета), в том числе с использованием систем дистанционного снятия показаний, а также для осмотра сетей горячего водоснабжения и оборудования в случаях и порядке, которые предусмотрены разделом 6 настоящего Договора;</w:t>
      </w:r>
    </w:p>
    <w:p w:rsidR="00FF0A2D" w:rsidRPr="00070EAF" w:rsidRDefault="00FF0A2D" w:rsidP="00FF0A2D">
      <w:pPr>
        <w:ind w:firstLine="539"/>
        <w:jc w:val="both"/>
        <w:rPr>
          <w:rFonts w:ascii="Tahoma" w:hAnsi="Tahoma" w:cs="Tahoma"/>
          <w:sz w:val="20"/>
        </w:rPr>
      </w:pPr>
      <w:r w:rsidRPr="00070EAF">
        <w:rPr>
          <w:rFonts w:ascii="Tahoma" w:hAnsi="Tahoma" w:cs="Tahoma"/>
          <w:sz w:val="20"/>
        </w:rPr>
        <w:t>4.2.5. Информировать потребителей о состоянии расчетов Исполнителя за горячую воду для содержания общего имущества в многоквартирных домах, находящихся в управлении Исполнителя, но не чаще 1 раза в месяц.</w:t>
      </w:r>
    </w:p>
    <w:p w:rsidR="00FF0A2D" w:rsidRPr="00070EAF" w:rsidRDefault="00FF0A2D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4.3. Исполнитель обязан: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lastRenderedPageBreak/>
        <w:t>4.3.1. обеспечить эксплуатацию</w:t>
      </w:r>
      <w:r w:rsidRPr="00070EAF">
        <w:rPr>
          <w:rFonts w:ascii="Tahoma" w:eastAsia="Calibri" w:hAnsi="Tahoma" w:cs="Tahoma"/>
          <w:sz w:val="20"/>
        </w:rPr>
        <w:t xml:space="preserve"> сетей горячего водоснабжения и объектов, на которых осуществляется потребление горячей воды, принадлежащих Исполнителю на праве собственности или ином законном основании и (или) находящихся в границах его эксплуатационной ответственности</w:t>
      </w:r>
      <w:r w:rsidRPr="00070EAF">
        <w:rPr>
          <w:rFonts w:ascii="Tahoma" w:eastAsia="Calibri" w:hAnsi="Tahoma" w:cs="Tahoma"/>
          <w:bCs/>
          <w:sz w:val="20"/>
        </w:rPr>
        <w:t>, а также замену и поверку принадлежащих Исполнителю приборов учета в соответствии с Правилами организации коммерческого учета воды, сточных вод;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4.3.2. обеспечить сохранность пломб и знаков поверки на приборах учета (узлах учета), кранах и задвижках на их обводах и других устройствах, находящихся в границах эксплуатационной ответственности Исполнителя;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4.3.3. обеспечить учет поданной (полученной) горячей воды в соответствии с порядком, установленным разделом 5 настоящего Договора и Правилами организации коммерческого учета воды, сточных вод;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4.3.4. производить оплату горячего водоснабжения в порядке, размере и в сроки, которые определены настоящим Договором;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4.3.5. обеспечить доступ представителям Организации, осуществляющей горячее водоснабжение, или по ее указанию представителям иной организации к приборам учета (узлам учета), местам отбора проб горячей воды, расположенным в зоне эксплуатационной ответственности Исполнителя, для проверки представляемых Исполнителем сведений в случаях и порядке, которые предусмотрены разделом 6 настоящего Договора;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4.3.6. обеспечить доступ представителям Организации, осуществляющей горячее водоснабжение, или по ее указанию представителям иной организации к сетям горячего водоснабжения, приборам учета (узлам учета), находящимся в границах эксплуатационной ответственности Исполнителя, для осмотра и проведения эксплуатационных работ;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4.3.7. в случае передачи прав владения и (или) предоставления прав пользования объектом, подключенным к централизованной системе горячего водоснабжения, третьим лицам (</w:t>
      </w:r>
      <w:r w:rsidRPr="00070EAF">
        <w:rPr>
          <w:rFonts w:ascii="Tahoma" w:hAnsi="Tahoma" w:cs="Tahoma"/>
          <w:sz w:val="20"/>
        </w:rPr>
        <w:t>утраты статуса лица, на которое возложена обязанность по содержанию общего имущества в многоквартирных домах, указанных в Приложении № 1 к настоящему Договору),</w:t>
      </w:r>
      <w:r w:rsidRPr="00070EAF">
        <w:rPr>
          <w:rFonts w:ascii="Tahoma" w:eastAsia="Calibri" w:hAnsi="Tahoma" w:cs="Tahoma"/>
          <w:bCs/>
          <w:sz w:val="20"/>
        </w:rPr>
        <w:t xml:space="preserve"> изменении Исполнителем наименования и местонахождения (адреса), а также иных сведений, которые могут повлиять на исполнение настоящего Договора, уведомить Организацию, осуществляющую горячее водоснабжение, в течение 5 (пяти) рабочих дней со дня такого изменения;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4.3.8. незамедлительно сообщать Организации, осуществляющей горячее водоснабжение, обо всех авариях и инцидентах на объектах, в том числе сетях горячего водоснабжения, на которых осуществляется потребление горячей воды, и приборах учета (узлах учета), находящихся в границах его эксплуатационной ответственности;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 xml:space="preserve">4.3.9. предоставлять </w:t>
      </w:r>
      <w:r w:rsidRPr="00070EAF">
        <w:rPr>
          <w:rFonts w:ascii="Tahoma" w:hAnsi="Tahoma" w:cs="Tahoma"/>
          <w:sz w:val="20"/>
        </w:rPr>
        <w:t xml:space="preserve">Организации, осуществляющей горячее водоснабжение, сведения о количестве зарегистрированных и фактически проживающих гражданах, размерах площади каждого жилого и нежилого помещения в многоквартирном доме, а также об общей площади помещений в многоквартирном доме, включая помещения, входящие в состав общего имущества в многоквартирном доме по форме, предусмотренной Приложением № 6 к настоящему Договору (отдельно по каждому многоквартирному дому). </w:t>
      </w:r>
    </w:p>
    <w:p w:rsidR="00677836" w:rsidRPr="00070EAF" w:rsidRDefault="00677836" w:rsidP="00677836">
      <w:pPr>
        <w:widowControl/>
        <w:overflowPunct/>
        <w:ind w:firstLine="540"/>
        <w:jc w:val="both"/>
        <w:outlineLvl w:val="1"/>
        <w:rPr>
          <w:rFonts w:ascii="Tahoma" w:hAnsi="Tahoma" w:cs="Tahoma"/>
          <w:sz w:val="20"/>
        </w:rPr>
      </w:pPr>
      <w:r w:rsidRPr="00070EAF">
        <w:rPr>
          <w:rFonts w:ascii="Tahoma" w:hAnsi="Tahoma" w:cs="Tahoma"/>
          <w:sz w:val="20"/>
        </w:rPr>
        <w:t>4.3.10. предоставить Организации, осуществляющей горячее водоснабжение, возможность подключения коллективных (общедомовых) приборов учета объектов Исполнителя к автоматизированным информационно-измерительным системам учета горячей воды и передачи показаний приборов учета, а также оказать содействие в согласовании возможности подключения к таким системам индивидуальных и (или) общих (квартирных) приборов учета в случае, если они позволяют осуществить их подключение к указанным системам.</w:t>
      </w:r>
    </w:p>
    <w:p w:rsidR="00355105" w:rsidRPr="00070EAF" w:rsidRDefault="00355105" w:rsidP="00355105">
      <w:pPr>
        <w:pStyle w:val="ConsNormal"/>
        <w:ind w:firstLine="540"/>
        <w:jc w:val="both"/>
        <w:rPr>
          <w:rFonts w:ascii="Tahoma" w:hAnsi="Tahoma" w:cs="Tahoma"/>
        </w:rPr>
      </w:pPr>
      <w:r w:rsidRPr="00070EAF">
        <w:rPr>
          <w:rFonts w:ascii="Tahoma" w:hAnsi="Tahoma" w:cs="Tahoma"/>
        </w:rPr>
        <w:t>4.3.11. при поступлении жалоб собственников и пользователей помещений в многоквартирных домах и (или) жилых домах, указанных в Приложении № 3 к настоящему Договору, на качество или объем предоставляем</w:t>
      </w:r>
      <w:r w:rsidR="004E70E6" w:rsidRPr="00070EAF">
        <w:rPr>
          <w:rFonts w:ascii="Tahoma" w:hAnsi="Tahoma" w:cs="Tahoma"/>
        </w:rPr>
        <w:t>ой</w:t>
      </w:r>
      <w:r w:rsidRPr="00070EAF">
        <w:rPr>
          <w:rFonts w:ascii="Tahoma" w:hAnsi="Tahoma" w:cs="Tahoma"/>
        </w:rPr>
        <w:t xml:space="preserve"> </w:t>
      </w:r>
      <w:r w:rsidR="004E70E6" w:rsidRPr="00070EAF">
        <w:rPr>
          <w:rFonts w:ascii="Tahoma" w:hAnsi="Tahoma" w:cs="Tahoma"/>
        </w:rPr>
        <w:t>горячей воды</w:t>
      </w:r>
      <w:r w:rsidRPr="00070EAF">
        <w:rPr>
          <w:rFonts w:ascii="Tahoma" w:hAnsi="Tahoma" w:cs="Tahoma"/>
        </w:rPr>
        <w:t xml:space="preserve">, обеспечить организацию и выполнение мероприятий по установлению факта предоставления </w:t>
      </w:r>
      <w:r w:rsidR="004E70E6" w:rsidRPr="00070EAF">
        <w:rPr>
          <w:rFonts w:ascii="Tahoma" w:hAnsi="Tahoma" w:cs="Tahoma"/>
        </w:rPr>
        <w:t>горячей воды</w:t>
      </w:r>
      <w:r w:rsidRPr="00070EAF">
        <w:rPr>
          <w:rFonts w:ascii="Tahoma" w:hAnsi="Tahoma" w:cs="Tahoma"/>
        </w:rPr>
        <w:t xml:space="preserve"> ненадлежащего качества и (или) с перерывами, превышающими установленную продолжительность, в том числе с привлечением </w:t>
      </w:r>
      <w:r w:rsidR="004E70E6" w:rsidRPr="00070EAF">
        <w:rPr>
          <w:rFonts w:ascii="Tahoma" w:hAnsi="Tahoma" w:cs="Tahoma"/>
        </w:rPr>
        <w:t>Организации, осуществляющей горячее водоснабжение,</w:t>
      </w:r>
      <w:r w:rsidRPr="00070EAF">
        <w:rPr>
          <w:rFonts w:ascii="Tahoma" w:hAnsi="Tahoma" w:cs="Tahoma"/>
        </w:rPr>
        <w:t xml:space="preserve"> в установленных случаях к проверке факта нарушения качества </w:t>
      </w:r>
      <w:r w:rsidR="004E70E6" w:rsidRPr="00070EAF">
        <w:rPr>
          <w:rFonts w:ascii="Tahoma" w:hAnsi="Tahoma" w:cs="Tahoma"/>
        </w:rPr>
        <w:t>горячей воды</w:t>
      </w:r>
      <w:r w:rsidRPr="00070EAF">
        <w:rPr>
          <w:rFonts w:ascii="Tahoma" w:hAnsi="Tahoma" w:cs="Tahoma"/>
        </w:rPr>
        <w:t xml:space="preserve">. </w:t>
      </w:r>
    </w:p>
    <w:p w:rsidR="00355105" w:rsidRPr="00070EAF" w:rsidRDefault="00355105" w:rsidP="00355105">
      <w:pPr>
        <w:pStyle w:val="ConsNormal"/>
        <w:ind w:firstLine="540"/>
        <w:jc w:val="both"/>
        <w:rPr>
          <w:rFonts w:ascii="Tahoma" w:hAnsi="Tahoma" w:cs="Tahoma"/>
        </w:rPr>
      </w:pPr>
      <w:r w:rsidRPr="00070EAF">
        <w:rPr>
          <w:rFonts w:ascii="Tahoma" w:hAnsi="Tahoma" w:cs="Tahoma"/>
        </w:rPr>
        <w:lastRenderedPageBreak/>
        <w:t xml:space="preserve">Порядок взаимодействия Сторон при проведении проверки причин предоставления </w:t>
      </w:r>
      <w:r w:rsidR="004E70E6" w:rsidRPr="00070EAF">
        <w:rPr>
          <w:rFonts w:ascii="Tahoma" w:hAnsi="Tahoma" w:cs="Tahoma"/>
        </w:rPr>
        <w:t>горячей воды</w:t>
      </w:r>
      <w:r w:rsidRPr="00070EAF">
        <w:rPr>
          <w:rFonts w:ascii="Tahoma" w:hAnsi="Tahoma" w:cs="Tahoma"/>
        </w:rPr>
        <w:t xml:space="preserve"> ненадлежащего качества и составления соответствующего акта проверки определяется в соответствии с требованиями утвержденных Правительством РФ Правил предоставления коммунальных услуг.</w:t>
      </w:r>
    </w:p>
    <w:p w:rsidR="004E70E6" w:rsidRPr="00070EAF" w:rsidRDefault="00211C0F" w:rsidP="00CC71FF">
      <w:pPr>
        <w:pStyle w:val="ConsNormal"/>
        <w:ind w:firstLine="540"/>
        <w:jc w:val="both"/>
        <w:rPr>
          <w:rFonts w:ascii="Tahoma" w:hAnsi="Tahoma" w:cs="Tahoma"/>
        </w:rPr>
      </w:pPr>
      <w:r w:rsidRPr="00070EAF">
        <w:rPr>
          <w:rFonts w:ascii="Tahoma" w:hAnsi="Tahoma" w:cs="Tahoma"/>
        </w:rPr>
        <w:t>4</w:t>
      </w:r>
      <w:r w:rsidR="004E70E6" w:rsidRPr="00070EAF">
        <w:rPr>
          <w:rFonts w:ascii="Tahoma" w:hAnsi="Tahoma" w:cs="Tahoma"/>
        </w:rPr>
        <w:t>.3.1</w:t>
      </w:r>
      <w:r w:rsidRPr="00070EAF">
        <w:rPr>
          <w:rFonts w:ascii="Tahoma" w:hAnsi="Tahoma" w:cs="Tahoma"/>
        </w:rPr>
        <w:t>2</w:t>
      </w:r>
      <w:r w:rsidR="004E70E6" w:rsidRPr="00070EAF">
        <w:rPr>
          <w:rFonts w:ascii="Tahoma" w:hAnsi="Tahoma" w:cs="Tahoma"/>
        </w:rPr>
        <w:t>. Информировать Организацию</w:t>
      </w:r>
      <w:r w:rsidRPr="00070EAF">
        <w:rPr>
          <w:rFonts w:ascii="Tahoma" w:hAnsi="Tahoma" w:cs="Tahoma"/>
        </w:rPr>
        <w:t>, осуществляющую</w:t>
      </w:r>
      <w:r w:rsidR="004E70E6" w:rsidRPr="00070EAF">
        <w:rPr>
          <w:rFonts w:ascii="Tahoma" w:hAnsi="Tahoma" w:cs="Tahoma"/>
        </w:rPr>
        <w:t xml:space="preserve"> горячее водоснабжение, о выявленных случаях несанкционированного подключения к внутридомовым инженерным системам с направлением акта, фиксирующего данный факт.</w:t>
      </w:r>
    </w:p>
    <w:p w:rsidR="00211C0F" w:rsidRPr="00070EAF" w:rsidRDefault="00211C0F" w:rsidP="00CC71FF">
      <w:pPr>
        <w:pStyle w:val="ConsNormal"/>
        <w:ind w:firstLine="540"/>
        <w:jc w:val="both"/>
        <w:rPr>
          <w:rFonts w:ascii="Tahoma" w:hAnsi="Tahoma" w:cs="Tahoma"/>
        </w:rPr>
      </w:pPr>
      <w:r w:rsidRPr="00070EAF">
        <w:rPr>
          <w:rFonts w:ascii="Tahoma" w:hAnsi="Tahoma" w:cs="Tahoma"/>
        </w:rPr>
        <w:t xml:space="preserve">4.3.13. В случае принятия собственниками помещений в многоквартирном доме решений об установке коллективных (общедомовых) приборов учета горячей воды, обеспечить установку (замену) таких приборов в соответствии с требованиями </w:t>
      </w:r>
      <w:hyperlink r:id="rId10" w:history="1">
        <w:r w:rsidRPr="00070EAF">
          <w:rPr>
            <w:rFonts w:ascii="Tahoma" w:hAnsi="Tahoma" w:cs="Tahoma"/>
          </w:rPr>
          <w:t>законодательства</w:t>
        </w:r>
      </w:hyperlink>
      <w:r w:rsidRPr="00070EAF">
        <w:rPr>
          <w:rFonts w:ascii="Tahoma" w:hAnsi="Tahoma" w:cs="Tahoma"/>
        </w:rPr>
        <w:t xml:space="preserve"> РФ об энергосбережении и о повышении энергетической эффективности на объектах Исполнителя, не оборудованных приборами учета к моменту заключения настоящего Договора, а по соглашению с собственниками жилых и нежилых помещений многоквартирного дома – установку индивидуальных, общих (квартирных) приборов учета, а также обеспечить работоспособность и соблюдение требований к эксплуатации установленных приборов учета в соответствии с требованиями законодательства РФ и условиями настоящего Договора.</w:t>
      </w:r>
    </w:p>
    <w:p w:rsidR="00211C0F" w:rsidRPr="00070EAF" w:rsidRDefault="00211C0F" w:rsidP="00211C0F">
      <w:pPr>
        <w:ind w:firstLine="540"/>
        <w:jc w:val="both"/>
        <w:rPr>
          <w:rFonts w:ascii="Tahoma" w:hAnsi="Tahoma" w:cs="Tahoma"/>
          <w:sz w:val="20"/>
        </w:rPr>
      </w:pPr>
      <w:r w:rsidRPr="00070EAF">
        <w:rPr>
          <w:rFonts w:ascii="Tahoma" w:hAnsi="Tahoma" w:cs="Tahoma"/>
          <w:sz w:val="20"/>
        </w:rPr>
        <w:t xml:space="preserve">Сведения об установленных коллективных (общедомовых) приборах учета горячей воды на объектах Исполнителя приведены в Приложении № 5 к настоящему Договору. </w:t>
      </w:r>
    </w:p>
    <w:p w:rsidR="00211C0F" w:rsidRPr="00070EAF" w:rsidRDefault="00211C0F" w:rsidP="00211C0F">
      <w:pPr>
        <w:ind w:firstLine="540"/>
        <w:jc w:val="both"/>
        <w:rPr>
          <w:rFonts w:ascii="Tahoma" w:hAnsi="Tahoma" w:cs="Tahoma"/>
          <w:sz w:val="20"/>
        </w:rPr>
      </w:pPr>
      <w:r w:rsidRPr="00070EAF">
        <w:rPr>
          <w:rFonts w:ascii="Tahoma" w:hAnsi="Tahoma" w:cs="Tahoma"/>
          <w:sz w:val="20"/>
        </w:rPr>
        <w:t>4.3.14. При расторжении или прекращении договора в случаях, предусмотренных настоящим договором и действующим законодательством РФ, либо передаче объектов другому лицу, для осуществления окончательного расчета подписать с Организацией, осуществляющей горячее водоснабжение, акт, фиксирующий показания коллективных (общедомовых) приборов учета на момент расторжения или прекращения договора (исключения объекта).</w:t>
      </w:r>
    </w:p>
    <w:p w:rsidR="00677836" w:rsidRPr="00070EAF" w:rsidRDefault="00677836" w:rsidP="00677836">
      <w:pPr>
        <w:widowControl/>
        <w:overflowPunct/>
        <w:jc w:val="both"/>
        <w:rPr>
          <w:rFonts w:ascii="Tahoma" w:eastAsia="Calibri" w:hAnsi="Tahoma" w:cs="Tahoma"/>
          <w:bCs/>
          <w:sz w:val="20"/>
        </w:rPr>
      </w:pP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4.4. Исполнитель имеет право:</w:t>
      </w:r>
    </w:p>
    <w:p w:rsidR="00677836" w:rsidRPr="00070EAF" w:rsidRDefault="00677836" w:rsidP="00677836">
      <w:pPr>
        <w:ind w:firstLine="539"/>
        <w:jc w:val="both"/>
        <w:rPr>
          <w:rFonts w:ascii="Tahoma" w:hAnsi="Tahoma" w:cs="Tahoma"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4.4.1. требовать от Организации, осуществляющей горячее водоснабжение, поддержания в точке подключения (технологического присоединения) надлежащего режима подачи горячей воды, предусмотренного Приложением № 3 к настоящему Договору;</w:t>
      </w:r>
      <w:r w:rsidRPr="00070EAF">
        <w:rPr>
          <w:rFonts w:ascii="Tahoma" w:hAnsi="Tahoma" w:cs="Tahoma"/>
          <w:sz w:val="20"/>
        </w:rPr>
        <w:t xml:space="preserve"> 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4.4.2. получать информацию о качестве горячей воды;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4.4.3. присутствовать при проверках объектов централизованной системы горячего водоснабжения, в том числе приборов учета (узлов учета), принадлежащих Исполнителю, проводимых представителями Организации, осуществляющей горячее водоснабжение, или по ее указанию представителями иной организации;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4.4.4. осуществлять проверку качества горячей воды, в том числе температуры горячей воды;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4.4.5. расторгнуть настоящий Договор в случаях, установленных законодательством Российской Федерации и настоящим Договором.</w:t>
      </w:r>
    </w:p>
    <w:p w:rsidR="00677836" w:rsidRPr="00070EAF" w:rsidRDefault="00677836" w:rsidP="00677836">
      <w:pPr>
        <w:jc w:val="center"/>
        <w:rPr>
          <w:rFonts w:ascii="Tahoma" w:hAnsi="Tahoma" w:cs="Tahoma"/>
          <w:b/>
          <w:sz w:val="20"/>
        </w:rPr>
      </w:pPr>
    </w:p>
    <w:p w:rsidR="00677836" w:rsidRPr="00070EAF" w:rsidRDefault="00677836" w:rsidP="00677836">
      <w:pPr>
        <w:widowControl/>
        <w:overflowPunct/>
        <w:jc w:val="center"/>
        <w:outlineLvl w:val="0"/>
        <w:rPr>
          <w:rFonts w:ascii="Tahoma" w:eastAsia="Calibri" w:hAnsi="Tahoma" w:cs="Tahoma"/>
          <w:b/>
          <w:bCs/>
          <w:sz w:val="20"/>
        </w:rPr>
      </w:pPr>
      <w:r w:rsidRPr="00070EAF">
        <w:rPr>
          <w:rFonts w:ascii="Tahoma" w:eastAsia="Calibri" w:hAnsi="Tahoma" w:cs="Tahoma"/>
          <w:b/>
          <w:bCs/>
          <w:sz w:val="20"/>
        </w:rPr>
        <w:t>5. Порядок осуществления учета поданной (полученной)</w:t>
      </w:r>
    </w:p>
    <w:p w:rsidR="00677836" w:rsidRPr="00070EAF" w:rsidRDefault="00677836" w:rsidP="00677836">
      <w:pPr>
        <w:widowControl/>
        <w:overflowPunct/>
        <w:jc w:val="center"/>
        <w:rPr>
          <w:rFonts w:ascii="Tahoma" w:eastAsia="Calibri" w:hAnsi="Tahoma" w:cs="Tahoma"/>
          <w:b/>
          <w:bCs/>
          <w:sz w:val="20"/>
        </w:rPr>
      </w:pPr>
      <w:r w:rsidRPr="00070EAF">
        <w:rPr>
          <w:rFonts w:ascii="Tahoma" w:eastAsia="Calibri" w:hAnsi="Tahoma" w:cs="Tahoma"/>
          <w:b/>
          <w:bCs/>
          <w:sz w:val="20"/>
        </w:rPr>
        <w:t>горячей воды</w:t>
      </w:r>
    </w:p>
    <w:p w:rsidR="00677836" w:rsidRPr="00070EAF" w:rsidRDefault="00677836" w:rsidP="00677836">
      <w:pPr>
        <w:widowControl/>
        <w:overflowPunct/>
        <w:jc w:val="center"/>
        <w:rPr>
          <w:rFonts w:ascii="Tahoma" w:eastAsia="Calibri" w:hAnsi="Tahoma" w:cs="Tahoma"/>
          <w:b/>
          <w:bCs/>
          <w:sz w:val="20"/>
        </w:rPr>
      </w:pP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5.1. Учет поданной (полученной) Исполнителю горячей воды осуществляется на основании показаний средств измерения.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5.2. Сведения о приборах учета (узлах учета) и местах отбора проб горячей воды содержатся в Приложении № 5 к настоящему Договору.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 xml:space="preserve">5.3. Коммерческий учет поданной в многоквартирные дома горячей воды обеспечивает </w:t>
      </w:r>
      <w:r w:rsidR="001716F4" w:rsidRPr="00070EAF">
        <w:rPr>
          <w:rFonts w:ascii="Tahoma" w:eastAsia="Calibri" w:hAnsi="Tahoma" w:cs="Tahoma"/>
          <w:bCs/>
          <w:sz w:val="20"/>
        </w:rPr>
        <w:t>_________</w:t>
      </w:r>
    </w:p>
    <w:p w:rsidR="00677836" w:rsidRPr="00070EAF" w:rsidRDefault="00677836" w:rsidP="00677836">
      <w:pPr>
        <w:widowControl/>
        <w:overflowPunct/>
        <w:ind w:firstLine="540"/>
        <w:jc w:val="both"/>
        <w:outlineLvl w:val="1"/>
        <w:rPr>
          <w:rFonts w:ascii="Tahoma" w:hAnsi="Tahoma" w:cs="Tahoma"/>
          <w:sz w:val="20"/>
        </w:rPr>
      </w:pPr>
      <w:r w:rsidRPr="00070EAF">
        <w:rPr>
          <w:rFonts w:ascii="Tahoma" w:hAnsi="Tahoma" w:cs="Tahoma"/>
          <w:sz w:val="20"/>
        </w:rPr>
        <w:t>Исполнитель обеспечивает в течение срока действия настоящего Договора сохранность, своевременную поверку средств измерений, надлежащее техническое состояние и работоспособность установленных на объектах Исполнителя коллективных (общедомовых) приборов учета в многоквартирных домах.</w:t>
      </w:r>
    </w:p>
    <w:p w:rsidR="00677836" w:rsidRPr="00070EAF" w:rsidRDefault="00677836" w:rsidP="00677836">
      <w:pPr>
        <w:widowControl/>
        <w:overflowPunct/>
        <w:ind w:firstLine="540"/>
        <w:jc w:val="both"/>
        <w:outlineLvl w:val="1"/>
        <w:rPr>
          <w:rFonts w:ascii="Tahoma" w:hAnsi="Tahoma" w:cs="Tahoma"/>
          <w:sz w:val="20"/>
        </w:rPr>
      </w:pPr>
      <w:r w:rsidRPr="00070EAF">
        <w:rPr>
          <w:rFonts w:ascii="Tahoma" w:hAnsi="Tahoma" w:cs="Tahoma"/>
          <w:sz w:val="20"/>
        </w:rPr>
        <w:t>Работоспособность принадлежащего Организации, осуществляющей горячее водоснабжение, оборудования, использующегося для подключения к информационно-измерительным системам учета ресурсов в течение действия настоящего Договора, в случае установки такого оборудования в приборах учета (узлах учета) горячей воды объектов Исполнителя, обеспечивается Организацией, осуществляющей горячее водоснабжение.</w:t>
      </w:r>
    </w:p>
    <w:p w:rsidR="001A40F9" w:rsidRPr="00070EAF" w:rsidRDefault="00677836" w:rsidP="001A40F9">
      <w:pPr>
        <w:widowControl/>
        <w:overflowPunct/>
        <w:ind w:firstLine="540"/>
        <w:jc w:val="both"/>
        <w:outlineLvl w:val="1"/>
        <w:rPr>
          <w:rFonts w:ascii="Tahoma" w:hAnsi="Tahoma" w:cs="Tahoma"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lastRenderedPageBreak/>
        <w:t>5.4.</w:t>
      </w:r>
      <w:r w:rsidRPr="00070EAF">
        <w:t xml:space="preserve"> </w:t>
      </w:r>
      <w:r w:rsidR="001716F4" w:rsidRPr="00070EAF">
        <w:rPr>
          <w:rFonts w:ascii="Tahoma" w:hAnsi="Tahoma" w:cs="Tahoma"/>
          <w:sz w:val="20"/>
        </w:rPr>
        <w:t>При наличии технической возможности установки на прибор учёта (узел учёта) Абонента устройств сбора и передачи данных (далее – УСПД) Абонент предоставляет Организации, осуществляющей горячее водоснабжение, возможность монтажа УСПД на приборах учета (узлах учёта), предоставляет дистанционный доступ для подключения прибора учета (узла учёта) Абонента к автоматизированным информационно-измерительным системам учета потребленной горячей воды и тепловой энергии в составе горячей воды Организации, осуществляющей горячее водоснабжение (далее – АИИС).</w:t>
      </w:r>
      <w:r w:rsidR="001A40F9" w:rsidRPr="00070EAF">
        <w:rPr>
          <w:rFonts w:ascii="Tahoma" w:hAnsi="Tahoma" w:cs="Tahoma"/>
          <w:sz w:val="20"/>
        </w:rPr>
        <w:t xml:space="preserve"> Порядок взаимодействия Сторон при использовании АИИС определяется в Приложении 7 к Договору.</w:t>
      </w:r>
    </w:p>
    <w:p w:rsidR="00677836" w:rsidRPr="00070EAF" w:rsidRDefault="00677836" w:rsidP="001716F4">
      <w:pPr>
        <w:pStyle w:val="ConsPlusNormal"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 xml:space="preserve">5.5. Исполнитель снимает показания приборов учета объемов потребления горячей воды с посуточной разбивкой и накопительным итогом на </w:t>
      </w:r>
      <w:r w:rsidR="0068035F" w:rsidRPr="00070EAF">
        <w:rPr>
          <w:rFonts w:ascii="Tahoma" w:eastAsia="Calibri" w:hAnsi="Tahoma" w:cs="Tahoma"/>
          <w:bCs/>
          <w:sz w:val="20"/>
        </w:rPr>
        <w:t>23-25</w:t>
      </w:r>
      <w:r w:rsidRPr="00070EAF">
        <w:rPr>
          <w:rFonts w:ascii="Tahoma" w:eastAsia="Calibri" w:hAnsi="Tahoma" w:cs="Tahoma"/>
          <w:bCs/>
          <w:sz w:val="20"/>
        </w:rPr>
        <w:t xml:space="preserve"> число расчетного периода, установленного настоящим Договором, вносит показания приборов учета в журнал учета потребления горячей воды и передает указанные сведения в Организацию, осуществляющую горячее водоснабжение, не позднее 25-го числа текущего (расчетного) месяца.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 xml:space="preserve">5.6. Передача Исполнителем показаний приборов учета Организации, осуществляющей горячее водоснабжение, производится любыми доступными способами (почтовым отправлением, телеграммой, </w:t>
      </w:r>
      <w:proofErr w:type="spellStart"/>
      <w:r w:rsidRPr="00070EAF">
        <w:rPr>
          <w:rFonts w:ascii="Tahoma" w:eastAsia="Calibri" w:hAnsi="Tahoma" w:cs="Tahoma"/>
          <w:bCs/>
          <w:sz w:val="20"/>
        </w:rPr>
        <w:t>факсограммой</w:t>
      </w:r>
      <w:proofErr w:type="spellEnd"/>
      <w:r w:rsidRPr="00070EAF">
        <w:rPr>
          <w:rFonts w:ascii="Tahoma" w:eastAsia="Calibri" w:hAnsi="Tahoma" w:cs="Tahoma"/>
          <w:bCs/>
          <w:sz w:val="20"/>
        </w:rPr>
        <w:t>, телефонограммой или с использованием информационно-телекоммуникационной сети "Интернет"),</w:t>
      </w:r>
      <w:r w:rsidR="001A40F9" w:rsidRPr="00070EAF">
        <w:rPr>
          <w:rFonts w:ascii="Tahoma" w:eastAsia="Calibri" w:hAnsi="Tahoma" w:cs="Tahoma"/>
          <w:bCs/>
          <w:sz w:val="20"/>
        </w:rPr>
        <w:t xml:space="preserve"> </w:t>
      </w:r>
      <w:r w:rsidR="001A40F9" w:rsidRPr="00070EAF">
        <w:rPr>
          <w:rFonts w:ascii="Tahoma" w:hAnsi="Tahoma" w:cs="Tahoma"/>
          <w:bCs/>
          <w:sz w:val="20"/>
        </w:rPr>
        <w:t>в том числе через личный кабинет Абонента, онлайн-сервис передачи показаний</w:t>
      </w:r>
      <w:r w:rsidR="001A40F9" w:rsidRPr="00070EAF">
        <w:rPr>
          <w:rStyle w:val="af"/>
          <w:rFonts w:ascii="Tahoma" w:hAnsi="Tahoma" w:cs="Tahoma"/>
          <w:bCs/>
          <w:sz w:val="20"/>
        </w:rPr>
        <w:footnoteReference w:id="2"/>
      </w:r>
      <w:r w:rsidR="001A40F9" w:rsidRPr="00070EAF">
        <w:rPr>
          <w:rFonts w:ascii="Tahoma" w:hAnsi="Tahoma" w:cs="Tahoma"/>
          <w:bCs/>
          <w:sz w:val="20"/>
        </w:rPr>
        <w:t>),</w:t>
      </w:r>
      <w:r w:rsidRPr="00070EAF">
        <w:rPr>
          <w:rFonts w:ascii="Tahoma" w:eastAsia="Calibri" w:hAnsi="Tahoma" w:cs="Tahoma"/>
          <w:bCs/>
          <w:sz w:val="20"/>
        </w:rPr>
        <w:t xml:space="preserve"> позволяющими подтвердить получение показаний приборов учета Организацией, осуществляющей горячее водоснабжение.</w:t>
      </w:r>
    </w:p>
    <w:p w:rsidR="00677836" w:rsidRPr="00070EAF" w:rsidRDefault="00677836" w:rsidP="00677836">
      <w:pPr>
        <w:pStyle w:val="a9"/>
        <w:ind w:firstLine="567"/>
        <w:rPr>
          <w:rFonts w:ascii="Tahoma" w:hAnsi="Tahoma" w:cs="Tahoma"/>
          <w:szCs w:val="20"/>
        </w:rPr>
      </w:pPr>
      <w:r w:rsidRPr="00070EAF">
        <w:rPr>
          <w:rFonts w:ascii="Tahoma" w:hAnsi="Tahoma" w:cs="Tahoma"/>
          <w:szCs w:val="20"/>
        </w:rPr>
        <w:t xml:space="preserve">При выявлении неисправности коллективного (общедомового) прибора учета многоквартирного дома (истечения </w:t>
      </w:r>
      <w:proofErr w:type="spellStart"/>
      <w:r w:rsidRPr="00070EAF">
        <w:rPr>
          <w:rFonts w:ascii="Tahoma" w:hAnsi="Tahoma" w:cs="Tahoma"/>
          <w:szCs w:val="20"/>
        </w:rPr>
        <w:t>межповерочного</w:t>
      </w:r>
      <w:proofErr w:type="spellEnd"/>
      <w:r w:rsidRPr="00070EAF">
        <w:rPr>
          <w:rFonts w:ascii="Tahoma" w:hAnsi="Tahoma" w:cs="Tahoma"/>
          <w:szCs w:val="20"/>
        </w:rPr>
        <w:t xml:space="preserve"> срока) Исполнитель в течение </w:t>
      </w:r>
      <w:r w:rsidR="001716F4" w:rsidRPr="00070EAF">
        <w:rPr>
          <w:rFonts w:ascii="Tahoma" w:hAnsi="Tahoma" w:cs="Tahoma"/>
          <w:szCs w:val="20"/>
        </w:rPr>
        <w:t>_____</w:t>
      </w:r>
      <w:r w:rsidR="001D3FBA" w:rsidRPr="00070EAF">
        <w:rPr>
          <w:rFonts w:ascii="Tahoma" w:hAnsi="Tahoma" w:cs="Tahoma"/>
          <w:szCs w:val="20"/>
        </w:rPr>
        <w:t xml:space="preserve"> </w:t>
      </w:r>
      <w:r w:rsidRPr="00070EAF">
        <w:rPr>
          <w:rFonts w:ascii="Tahoma" w:hAnsi="Tahoma" w:cs="Tahoma"/>
          <w:szCs w:val="20"/>
        </w:rPr>
        <w:t xml:space="preserve">с момента выхода прибора из строя (истечения </w:t>
      </w:r>
      <w:proofErr w:type="spellStart"/>
      <w:r w:rsidRPr="00070EAF">
        <w:rPr>
          <w:rFonts w:ascii="Tahoma" w:hAnsi="Tahoma" w:cs="Tahoma"/>
          <w:szCs w:val="20"/>
        </w:rPr>
        <w:t>межповерочного</w:t>
      </w:r>
      <w:proofErr w:type="spellEnd"/>
      <w:r w:rsidRPr="00070EAF">
        <w:rPr>
          <w:rFonts w:ascii="Tahoma" w:hAnsi="Tahoma" w:cs="Tahoma"/>
          <w:szCs w:val="20"/>
        </w:rPr>
        <w:t xml:space="preserve"> срока) обязан письменно уведомить об этом Организацию, осуществляющую горячее водоснабжение, и обеспечить ремонт, поверку указанного прибора учета в соответствии с требованиями законодательства РФ. </w:t>
      </w:r>
    </w:p>
    <w:p w:rsidR="004221ED" w:rsidRPr="00070EAF" w:rsidRDefault="004221ED" w:rsidP="00677836">
      <w:pPr>
        <w:pStyle w:val="a9"/>
        <w:ind w:firstLine="567"/>
        <w:rPr>
          <w:rFonts w:ascii="Tahoma" w:hAnsi="Tahoma" w:cs="Tahoma"/>
          <w:szCs w:val="20"/>
        </w:rPr>
      </w:pPr>
      <w:r w:rsidRPr="00070EAF">
        <w:rPr>
          <w:rFonts w:ascii="Tahoma" w:hAnsi="Tahoma" w:cs="Tahoma"/>
          <w:szCs w:val="20"/>
        </w:rPr>
        <w:t xml:space="preserve">5.7. </w:t>
      </w:r>
      <w:r w:rsidRPr="00070EAF">
        <w:rPr>
          <w:rFonts w:ascii="Tahoma" w:eastAsia="Calibri" w:hAnsi="Tahoma" w:cs="Tahoma"/>
        </w:rPr>
        <w:t>Организация, осуществляющая горячее водоснабжение производит доначисление платы за горячую воду для потребителя, в интересах которого совершено несанкционированное подключение, за потребленную без надлежащего учета горячую воду, в соответствии с действующим законодательством РФ на основании актов о выявлении несанкционированного подключения к внутридомовым инженерным системам, составленных Исполнителем в соответствии с действующим законодательством РФ.</w:t>
      </w:r>
    </w:p>
    <w:p w:rsidR="00677836" w:rsidRPr="00070EAF" w:rsidRDefault="00677836" w:rsidP="00677836">
      <w:pPr>
        <w:jc w:val="both"/>
        <w:rPr>
          <w:rFonts w:ascii="Tahoma" w:hAnsi="Tahoma" w:cs="Tahoma"/>
          <w:sz w:val="20"/>
        </w:rPr>
      </w:pPr>
    </w:p>
    <w:p w:rsidR="00677836" w:rsidRPr="00070EAF" w:rsidRDefault="00677836" w:rsidP="00677836">
      <w:pPr>
        <w:widowControl/>
        <w:overflowPunct/>
        <w:jc w:val="center"/>
        <w:outlineLvl w:val="0"/>
        <w:rPr>
          <w:rFonts w:ascii="Tahoma" w:eastAsia="Calibri" w:hAnsi="Tahoma" w:cs="Tahoma"/>
          <w:b/>
          <w:bCs/>
          <w:sz w:val="20"/>
        </w:rPr>
      </w:pPr>
      <w:r w:rsidRPr="00070EAF">
        <w:rPr>
          <w:rFonts w:ascii="Tahoma" w:eastAsia="Calibri" w:hAnsi="Tahoma" w:cs="Tahoma"/>
          <w:b/>
          <w:bCs/>
          <w:sz w:val="20"/>
        </w:rPr>
        <w:t>6. Порядок обеспечения Исполнителем доступа</w:t>
      </w:r>
    </w:p>
    <w:p w:rsidR="00677836" w:rsidRPr="00070EAF" w:rsidRDefault="00677836" w:rsidP="00677836">
      <w:pPr>
        <w:widowControl/>
        <w:overflowPunct/>
        <w:jc w:val="center"/>
        <w:rPr>
          <w:rFonts w:ascii="Tahoma" w:eastAsia="Calibri" w:hAnsi="Tahoma" w:cs="Tahoma"/>
          <w:b/>
          <w:bCs/>
          <w:sz w:val="20"/>
        </w:rPr>
      </w:pPr>
      <w:r w:rsidRPr="00070EAF">
        <w:rPr>
          <w:rFonts w:ascii="Tahoma" w:eastAsia="Calibri" w:hAnsi="Tahoma" w:cs="Tahoma"/>
          <w:b/>
          <w:bCs/>
          <w:sz w:val="20"/>
        </w:rPr>
        <w:t>Организации, осуществляющей горячее водоснабжение,</w:t>
      </w:r>
    </w:p>
    <w:p w:rsidR="00677836" w:rsidRPr="00070EAF" w:rsidRDefault="00677836" w:rsidP="00677836">
      <w:pPr>
        <w:widowControl/>
        <w:overflowPunct/>
        <w:jc w:val="center"/>
        <w:rPr>
          <w:rFonts w:ascii="Tahoma" w:eastAsia="Calibri" w:hAnsi="Tahoma" w:cs="Tahoma"/>
          <w:b/>
          <w:bCs/>
          <w:sz w:val="20"/>
        </w:rPr>
      </w:pPr>
      <w:r w:rsidRPr="00070EAF">
        <w:rPr>
          <w:rFonts w:ascii="Tahoma" w:eastAsia="Calibri" w:hAnsi="Tahoma" w:cs="Tahoma"/>
          <w:b/>
          <w:bCs/>
          <w:sz w:val="20"/>
        </w:rPr>
        <w:t>к сетям горячего водоснабжения, местам отбора проб</w:t>
      </w:r>
    </w:p>
    <w:p w:rsidR="00677836" w:rsidRPr="00070EAF" w:rsidRDefault="00677836" w:rsidP="00677836">
      <w:pPr>
        <w:widowControl/>
        <w:overflowPunct/>
        <w:jc w:val="center"/>
        <w:rPr>
          <w:rFonts w:ascii="Tahoma" w:eastAsia="Calibri" w:hAnsi="Tahoma" w:cs="Tahoma"/>
          <w:b/>
          <w:bCs/>
          <w:sz w:val="20"/>
        </w:rPr>
      </w:pPr>
      <w:r w:rsidRPr="00070EAF">
        <w:rPr>
          <w:rFonts w:ascii="Tahoma" w:eastAsia="Calibri" w:hAnsi="Tahoma" w:cs="Tahoma"/>
          <w:b/>
          <w:bCs/>
          <w:sz w:val="20"/>
        </w:rPr>
        <w:t>горячей воды и приборам учета (узлам учета)</w:t>
      </w:r>
    </w:p>
    <w:p w:rsidR="00677836" w:rsidRPr="00070EAF" w:rsidRDefault="00677836" w:rsidP="00677836">
      <w:pPr>
        <w:widowControl/>
        <w:overflowPunct/>
        <w:jc w:val="center"/>
        <w:rPr>
          <w:rFonts w:ascii="Tahoma" w:eastAsia="Calibri" w:hAnsi="Tahoma" w:cs="Tahoma"/>
          <w:b/>
          <w:bCs/>
          <w:sz w:val="20"/>
        </w:rPr>
      </w:pP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6.1. Исполнитель обязан обеспечить доступ представителям Организации, осуществляющей горячее водоснабжение, или по ее указанию представителям иной организации к сетям горячего водоснабжения, приборам учета (узлам учета), местам отбора проб горячей воды, находящимся в границах ее эксплуатационной ответственности, в целях: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6.1.1. проверки исправности приборов учета (узлов учета), сохранности контрольных пломб и снятия показаний приборов учета и контроля за снятыми Исполнителем показаниями приборов учета;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6.1.2. опломбирования приборов учета (узлов учета);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6.1.3. определения качества поданной (полученной) горячей воды путем отбора проб;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6.1.4. обслуживания сетей горячего водоснабжения и оборудования, находящихся на границе эксплуатационной ответственности Организации, осуществляющей горячее водоснабжение.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6.2. Исполнитель извещается о проведении проверки приборов учета (узлов учета), сохранности контрольных пломб, снятия показаний, контроля за снятыми Исполнителем показаниями, определения качества поданной (полученной) горячей воды в порядке, установленном законодательством Российской Федерации.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lastRenderedPageBreak/>
        <w:t>6.3. Уполномоченные представители Организации, осуществляющей горячее водоснабжение, или представители иной организации допускаются к сетям горячего водоснабжения, приборам учета (узлам учета), местам отбора проб при наличии служебного удостоверения (доверенности).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</w:p>
    <w:p w:rsidR="00677836" w:rsidRPr="00070EAF" w:rsidRDefault="00677836" w:rsidP="00677836">
      <w:pPr>
        <w:widowControl/>
        <w:overflowPunct/>
        <w:jc w:val="center"/>
        <w:outlineLvl w:val="0"/>
        <w:rPr>
          <w:rFonts w:ascii="Tahoma" w:eastAsia="Calibri" w:hAnsi="Tahoma" w:cs="Tahoma"/>
          <w:b/>
          <w:bCs/>
          <w:sz w:val="20"/>
        </w:rPr>
      </w:pPr>
      <w:r w:rsidRPr="00070EAF">
        <w:rPr>
          <w:rFonts w:ascii="Tahoma" w:eastAsia="Calibri" w:hAnsi="Tahoma" w:cs="Tahoma"/>
          <w:b/>
          <w:bCs/>
          <w:sz w:val="20"/>
        </w:rPr>
        <w:t>7. Порядок контроля качества горячей воды</w:t>
      </w:r>
    </w:p>
    <w:p w:rsidR="00677836" w:rsidRPr="00070EAF" w:rsidRDefault="00677836" w:rsidP="00677836">
      <w:pPr>
        <w:widowControl/>
        <w:overflowPunct/>
        <w:jc w:val="center"/>
        <w:rPr>
          <w:rFonts w:ascii="Tahoma" w:eastAsia="Calibri" w:hAnsi="Tahoma" w:cs="Tahoma"/>
          <w:bCs/>
          <w:sz w:val="20"/>
        </w:rPr>
      </w:pP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7.1. Контроль качества подаваемой горячей воды осуществляется в соответствии с законодательством Российской Федерации в области обеспечения санитарно-эпидемиологического благополучия населения: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 xml:space="preserve">7.1.1. по инициативе и за счет </w:t>
      </w:r>
      <w:r w:rsidR="00A13BB6" w:rsidRPr="00070EAF">
        <w:rPr>
          <w:rFonts w:ascii="Tahoma" w:eastAsia="Calibri" w:hAnsi="Tahoma" w:cs="Tahoma"/>
          <w:bCs/>
          <w:sz w:val="20"/>
        </w:rPr>
        <w:t>Исполнителя</w:t>
      </w:r>
      <w:r w:rsidRPr="00070EAF">
        <w:rPr>
          <w:rFonts w:ascii="Tahoma" w:eastAsia="Calibri" w:hAnsi="Tahoma" w:cs="Tahoma"/>
          <w:bCs/>
          <w:sz w:val="20"/>
        </w:rPr>
        <w:t>;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7.1.2. на основании программы производственного контроля качества горячей воды Организации, осуществляющей горячее водоснабжение;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7.1.3. при осуществлении федерального государственного санитарно-эпидемиологического контроля уполномоченным территориальным органом федерального органа исполнительной власти.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/>
          <w:sz w:val="20"/>
        </w:rPr>
        <w:t xml:space="preserve">7.2. </w:t>
      </w:r>
      <w:r w:rsidR="007F65F5" w:rsidRPr="00070EAF">
        <w:rPr>
          <w:rFonts w:ascii="Tahoma" w:eastAsia="Calibri" w:hAnsi="Tahoma" w:cs="Tahoma"/>
          <w:bCs/>
          <w:sz w:val="20"/>
        </w:rPr>
        <w:t>П</w:t>
      </w:r>
      <w:r w:rsidRPr="00070EAF">
        <w:rPr>
          <w:rFonts w:ascii="Tahoma" w:eastAsia="Calibri" w:hAnsi="Tahoma" w:cs="Tahoma"/>
          <w:bCs/>
          <w:sz w:val="20"/>
        </w:rPr>
        <w:t>оказател</w:t>
      </w:r>
      <w:r w:rsidR="007F65F5" w:rsidRPr="00070EAF">
        <w:rPr>
          <w:rFonts w:ascii="Tahoma" w:eastAsia="Calibri" w:hAnsi="Tahoma" w:cs="Tahoma"/>
          <w:bCs/>
          <w:sz w:val="20"/>
        </w:rPr>
        <w:t>и</w:t>
      </w:r>
      <w:r w:rsidRPr="00070EAF">
        <w:rPr>
          <w:rFonts w:ascii="Tahoma" w:eastAsia="Calibri" w:hAnsi="Tahoma"/>
          <w:sz w:val="20"/>
        </w:rPr>
        <w:t xml:space="preserve"> качества горячей воды и </w:t>
      </w:r>
      <w:r w:rsidRPr="00070EAF">
        <w:rPr>
          <w:rFonts w:ascii="Tahoma" w:eastAsia="Calibri" w:hAnsi="Tahoma" w:cs="Tahoma"/>
          <w:bCs/>
          <w:sz w:val="20"/>
        </w:rPr>
        <w:t>допустимы</w:t>
      </w:r>
      <w:r w:rsidR="007F65F5" w:rsidRPr="00070EAF">
        <w:rPr>
          <w:rFonts w:ascii="Tahoma" w:eastAsia="Calibri" w:hAnsi="Tahoma" w:cs="Tahoma"/>
          <w:bCs/>
          <w:sz w:val="20"/>
        </w:rPr>
        <w:t>е</w:t>
      </w:r>
      <w:r w:rsidRPr="00070EAF">
        <w:rPr>
          <w:rFonts w:ascii="Tahoma" w:eastAsia="Calibri" w:hAnsi="Tahoma" w:cs="Tahoma"/>
          <w:bCs/>
          <w:sz w:val="20"/>
        </w:rPr>
        <w:t xml:space="preserve"> перерыв</w:t>
      </w:r>
      <w:r w:rsidR="007F65F5" w:rsidRPr="00070EAF">
        <w:rPr>
          <w:rFonts w:ascii="Tahoma" w:eastAsia="Calibri" w:hAnsi="Tahoma" w:cs="Tahoma"/>
          <w:bCs/>
          <w:sz w:val="20"/>
        </w:rPr>
        <w:t>ы</w:t>
      </w:r>
      <w:r w:rsidRPr="00070EAF">
        <w:rPr>
          <w:rFonts w:ascii="Tahoma" w:eastAsia="Calibri" w:hAnsi="Tahoma"/>
          <w:sz w:val="20"/>
        </w:rPr>
        <w:t xml:space="preserve"> в подаче горячей воды </w:t>
      </w:r>
      <w:r w:rsidR="007F65F5" w:rsidRPr="00070EAF">
        <w:rPr>
          <w:rFonts w:ascii="Tahoma" w:eastAsia="Calibri" w:hAnsi="Tahoma" w:cs="Tahoma"/>
          <w:bCs/>
          <w:sz w:val="20"/>
        </w:rPr>
        <w:t>должны соответствовать требованиям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РФ от 06.05.2011 № 354</w:t>
      </w:r>
      <w:r w:rsidR="007F65F5" w:rsidRPr="00070EAF">
        <w:rPr>
          <w:rFonts w:ascii="Tahoma" w:eastAsia="Calibri" w:hAnsi="Tahoma"/>
          <w:sz w:val="20"/>
        </w:rPr>
        <w:t>.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7.3. Контроль качества горячей воды, подаваемой Исполнителю с использованием систем горячего водоснабжения, включает в себя отбор проб воды, проведение лабораторных исследований и испытаний на соответствие горячей воды установленным требованиям.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7.4. Отбор проб горячей воды производится с участием представителей Организации, осуществляющей горячее водоснабжение, и представителей Исполнителя в порядке, установленном законодательством Российской Федерации.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</w:p>
    <w:p w:rsidR="00677836" w:rsidRPr="00070EAF" w:rsidRDefault="00677836" w:rsidP="00677836">
      <w:pPr>
        <w:widowControl/>
        <w:overflowPunct/>
        <w:jc w:val="center"/>
        <w:outlineLvl w:val="0"/>
        <w:rPr>
          <w:rFonts w:ascii="Tahoma" w:eastAsia="Calibri" w:hAnsi="Tahoma" w:cs="Tahoma"/>
          <w:b/>
          <w:bCs/>
          <w:sz w:val="20"/>
        </w:rPr>
      </w:pPr>
      <w:r w:rsidRPr="00070EAF">
        <w:rPr>
          <w:rFonts w:ascii="Tahoma" w:eastAsia="Calibri" w:hAnsi="Tahoma" w:cs="Tahoma"/>
          <w:b/>
          <w:bCs/>
          <w:sz w:val="20"/>
        </w:rPr>
        <w:t>8. Условия временного прекращения или ограничения</w:t>
      </w:r>
    </w:p>
    <w:p w:rsidR="00677836" w:rsidRPr="00070EAF" w:rsidRDefault="00677836" w:rsidP="00677836">
      <w:pPr>
        <w:widowControl/>
        <w:overflowPunct/>
        <w:jc w:val="center"/>
        <w:rPr>
          <w:rFonts w:ascii="Tahoma" w:eastAsia="Calibri" w:hAnsi="Tahoma" w:cs="Tahoma"/>
          <w:b/>
          <w:bCs/>
          <w:sz w:val="20"/>
        </w:rPr>
      </w:pPr>
      <w:r w:rsidRPr="00070EAF">
        <w:rPr>
          <w:rFonts w:ascii="Tahoma" w:eastAsia="Calibri" w:hAnsi="Tahoma" w:cs="Tahoma"/>
          <w:b/>
          <w:bCs/>
          <w:sz w:val="20"/>
        </w:rPr>
        <w:t>горячего водоснабжения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8.1. Организация, осуществляющая горячее водоснабжение, вправе временно прекратить или ограничить горячее водоснабжение Исполнителю в случаях и порядке, предусмотренных законодательством РФ.</w:t>
      </w:r>
    </w:p>
    <w:p w:rsidR="00677836" w:rsidRPr="00070EAF" w:rsidRDefault="008A1069" w:rsidP="00677836">
      <w:pPr>
        <w:pStyle w:val="ConsPlusNonformat"/>
        <w:ind w:firstLine="540"/>
        <w:jc w:val="both"/>
        <w:rPr>
          <w:rFonts w:ascii="Tahoma" w:hAnsi="Tahoma" w:cs="Tahoma"/>
        </w:rPr>
      </w:pPr>
      <w:r w:rsidRPr="00070EAF">
        <w:rPr>
          <w:rFonts w:ascii="Tahoma" w:hAnsi="Tahoma" w:cs="Tahoma"/>
          <w:bCs/>
        </w:rPr>
        <w:t xml:space="preserve">8.2. Организация, осуществляющая горячее водоснабжение, </w:t>
      </w:r>
      <w:r w:rsidR="00677836" w:rsidRPr="00070EAF">
        <w:rPr>
          <w:rFonts w:ascii="Tahoma" w:hAnsi="Tahoma" w:cs="Tahoma"/>
          <w:bCs/>
        </w:rPr>
        <w:t>в течение 1 (одних) суток со дня временного прекращения или ограничения гор</w:t>
      </w:r>
      <w:r w:rsidRPr="00070EAF">
        <w:rPr>
          <w:rFonts w:ascii="Tahoma" w:hAnsi="Tahoma" w:cs="Tahoma"/>
          <w:bCs/>
        </w:rPr>
        <w:t xml:space="preserve">ячего водоснабжения уведомляет о таком </w:t>
      </w:r>
      <w:r w:rsidR="00677836" w:rsidRPr="00070EAF">
        <w:rPr>
          <w:rFonts w:ascii="Tahoma" w:hAnsi="Tahoma" w:cs="Tahoma"/>
          <w:bCs/>
        </w:rPr>
        <w:t>прекращении или ограничении Исполнителя и орган местного самоуправления</w:t>
      </w:r>
      <w:r w:rsidRPr="00070EAF">
        <w:rPr>
          <w:rFonts w:ascii="Tahoma" w:hAnsi="Tahoma" w:cs="Tahoma"/>
          <w:bCs/>
        </w:rPr>
        <w:t xml:space="preserve">: </w:t>
      </w:r>
      <w:r w:rsidRPr="00070EAF">
        <w:rPr>
          <w:rFonts w:ascii="Tahoma" w:hAnsi="Tahoma" w:cs="Tahoma"/>
          <w:color w:val="000000"/>
        </w:rPr>
        <w:t>Администрацию муниципального образования</w:t>
      </w:r>
      <w:r w:rsidRPr="00070EAF">
        <w:rPr>
          <w:rFonts w:ascii="Tahoma" w:hAnsi="Tahoma" w:cs="Tahoma"/>
          <w:bCs/>
        </w:rPr>
        <w:t xml:space="preserve"> </w:t>
      </w:r>
      <w:r w:rsidR="001716F4" w:rsidRPr="00070EAF">
        <w:rPr>
          <w:rFonts w:ascii="Tahoma" w:hAnsi="Tahoma" w:cs="Tahoma"/>
        </w:rPr>
        <w:t>____________________.</w:t>
      </w:r>
    </w:p>
    <w:p w:rsidR="001A40F9" w:rsidRPr="00070EAF" w:rsidRDefault="00677836" w:rsidP="001A40F9">
      <w:pPr>
        <w:ind w:firstLine="567"/>
        <w:jc w:val="both"/>
        <w:rPr>
          <w:rFonts w:ascii="Tahoma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 xml:space="preserve">8.3. </w:t>
      </w:r>
      <w:r w:rsidR="001A40F9" w:rsidRPr="00070EAF">
        <w:rPr>
          <w:rFonts w:ascii="Tahoma" w:hAnsi="Tahoma" w:cs="Tahoma"/>
          <w:bCs/>
          <w:sz w:val="20"/>
        </w:rPr>
        <w:t xml:space="preserve">Уведомление о временном прекращении или ограничении горячего водоснабжения, а также уведомление о снятии такого прекращения или ограничения и возобновлении горячего водоснабжения направляется Абоненту любыми доступными способами (почтовым отправлением, </w:t>
      </w:r>
      <w:proofErr w:type="spellStart"/>
      <w:r w:rsidR="001A40F9" w:rsidRPr="00070EAF">
        <w:rPr>
          <w:rFonts w:ascii="Tahoma" w:hAnsi="Tahoma" w:cs="Tahoma"/>
          <w:bCs/>
          <w:sz w:val="20"/>
        </w:rPr>
        <w:t>факсограммой</w:t>
      </w:r>
      <w:proofErr w:type="spellEnd"/>
      <w:r w:rsidR="001A40F9" w:rsidRPr="00070EAF">
        <w:rPr>
          <w:rFonts w:ascii="Tahoma" w:hAnsi="Tahoma" w:cs="Tahoma"/>
          <w:bCs/>
          <w:sz w:val="20"/>
        </w:rPr>
        <w:t>, телефонограммой,</w:t>
      </w:r>
      <w:r w:rsidR="001A40F9" w:rsidRPr="00070EAF">
        <w:t xml:space="preserve"> </w:t>
      </w:r>
      <w:r w:rsidR="001A40F9" w:rsidRPr="00070EAF">
        <w:rPr>
          <w:rFonts w:ascii="Tahoma" w:hAnsi="Tahoma" w:cs="Tahoma"/>
          <w:bCs/>
          <w:sz w:val="20"/>
        </w:rPr>
        <w:t>в том числе посредством направления короткого текстового сообщения (смс-сообщение) на номер мобильного телефона или с использованием информационно-телекоммуникационной сети "Интернет", в том числе электронной почты, либо вручаются непосредственно Абоненту под расписку), позволяющими подтвердить получение такого уведомления Абонентом.</w:t>
      </w:r>
    </w:p>
    <w:p w:rsidR="001A40F9" w:rsidRPr="00070EAF" w:rsidRDefault="001A40F9" w:rsidP="001A40F9">
      <w:pPr>
        <w:jc w:val="both"/>
        <w:rPr>
          <w:rFonts w:ascii="Tahoma" w:hAnsi="Tahoma" w:cs="Tahoma"/>
          <w:bCs/>
          <w:sz w:val="20"/>
        </w:rPr>
      </w:pPr>
      <w:r w:rsidRPr="00070EAF">
        <w:rPr>
          <w:rFonts w:ascii="Tahoma" w:hAnsi="Tahoma" w:cs="Tahoma"/>
          <w:bCs/>
          <w:sz w:val="20"/>
        </w:rPr>
        <w:t>Отправка осуществляется на адреса и контактные данные Абонента, указанные в настоящем договоре, а также в иных документах, являющихся неотъемлемой частью Договора.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</w:p>
    <w:p w:rsidR="00677836" w:rsidRPr="00070EAF" w:rsidRDefault="00677836" w:rsidP="00677836">
      <w:pPr>
        <w:widowControl/>
        <w:overflowPunct/>
        <w:jc w:val="center"/>
        <w:outlineLvl w:val="0"/>
        <w:rPr>
          <w:rFonts w:ascii="Tahoma" w:eastAsia="Calibri" w:hAnsi="Tahoma" w:cs="Tahoma"/>
          <w:b/>
          <w:bCs/>
          <w:sz w:val="20"/>
        </w:rPr>
      </w:pPr>
      <w:r w:rsidRPr="00070EAF">
        <w:rPr>
          <w:rFonts w:ascii="Tahoma" w:eastAsia="Calibri" w:hAnsi="Tahoma" w:cs="Tahoma"/>
          <w:b/>
          <w:bCs/>
          <w:sz w:val="20"/>
        </w:rPr>
        <w:t>9. Ответственность Сторон</w:t>
      </w:r>
    </w:p>
    <w:p w:rsidR="00677836" w:rsidRPr="00070EAF" w:rsidRDefault="00677836" w:rsidP="00677836">
      <w:pPr>
        <w:widowControl/>
        <w:overflowPunct/>
        <w:jc w:val="center"/>
        <w:rPr>
          <w:rFonts w:ascii="Tahoma" w:eastAsia="Calibri" w:hAnsi="Tahoma" w:cs="Tahoma"/>
          <w:bCs/>
          <w:sz w:val="20"/>
        </w:rPr>
      </w:pP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9.1.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9.2. В случае нарушения Организацией, осуществляющей горячее водоснабжение, требований к качеству и объему горячей воды Исполнитель вправе потребовать перерасчета размера платы, а также возмещения реального ущерба в соответствии с гражданским законодательством.</w:t>
      </w:r>
    </w:p>
    <w:p w:rsidR="00677836" w:rsidRPr="00070EAF" w:rsidRDefault="00677836" w:rsidP="00677836">
      <w:pPr>
        <w:widowControl/>
        <w:overflowPunct/>
        <w:ind w:firstLine="540"/>
        <w:jc w:val="both"/>
        <w:outlineLvl w:val="1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lastRenderedPageBreak/>
        <w:t xml:space="preserve">9.3. Ответственность организации, осуществляющей горячее водоснабжение, за качество подаваемой горячей воды определяется до границы </w:t>
      </w:r>
      <w:r w:rsidR="00C75656" w:rsidRPr="00070EAF">
        <w:rPr>
          <w:rFonts w:ascii="Tahoma" w:eastAsia="Calibri" w:hAnsi="Tahoma" w:cs="Tahoma"/>
          <w:bCs/>
          <w:sz w:val="20"/>
        </w:rPr>
        <w:t>эксплуатационной ответственности</w:t>
      </w:r>
      <w:r w:rsidRPr="00070EAF">
        <w:rPr>
          <w:rFonts w:ascii="Tahoma" w:eastAsia="Calibri" w:hAnsi="Tahoma" w:cs="Tahoma"/>
          <w:bCs/>
          <w:sz w:val="20"/>
        </w:rPr>
        <w:t xml:space="preserve"> по объектам, в том числе по сетям горячего водоснабжения Исполнителя и Организации, осуществляющей горячее водоснабжение, в соответствии с </w:t>
      </w:r>
      <w:r w:rsidR="00C75656" w:rsidRPr="00070EAF">
        <w:rPr>
          <w:rFonts w:ascii="Tahoma" w:eastAsia="Calibri" w:hAnsi="Tahoma" w:cs="Tahoma"/>
          <w:bCs/>
          <w:sz w:val="20"/>
        </w:rPr>
        <w:t xml:space="preserve">Актом </w:t>
      </w:r>
      <w:r w:rsidRPr="00070EAF">
        <w:rPr>
          <w:rFonts w:ascii="Tahoma" w:eastAsia="Calibri" w:hAnsi="Tahoma" w:cs="Tahoma"/>
          <w:bCs/>
          <w:sz w:val="20"/>
        </w:rPr>
        <w:t xml:space="preserve">разграничения </w:t>
      </w:r>
      <w:r w:rsidR="00C75656" w:rsidRPr="00070EAF">
        <w:rPr>
          <w:rFonts w:ascii="Tahoma" w:eastAsia="Calibri" w:hAnsi="Tahoma" w:cs="Tahoma"/>
          <w:bCs/>
          <w:sz w:val="20"/>
        </w:rPr>
        <w:t xml:space="preserve">балансовой принадлежности и </w:t>
      </w:r>
      <w:r w:rsidRPr="00070EAF">
        <w:rPr>
          <w:rFonts w:ascii="Tahoma" w:eastAsia="Calibri" w:hAnsi="Tahoma" w:cs="Tahoma"/>
          <w:bCs/>
          <w:sz w:val="20"/>
        </w:rPr>
        <w:t xml:space="preserve">эксплуатационной ответственности, предусмотренным приложением № </w:t>
      </w:r>
      <w:r w:rsidR="00C75656" w:rsidRPr="00070EAF">
        <w:rPr>
          <w:rFonts w:ascii="Tahoma" w:eastAsia="Calibri" w:hAnsi="Tahoma" w:cs="Tahoma"/>
          <w:bCs/>
          <w:sz w:val="20"/>
        </w:rPr>
        <w:t xml:space="preserve">1 </w:t>
      </w:r>
      <w:r w:rsidRPr="00070EAF">
        <w:rPr>
          <w:rFonts w:ascii="Tahoma" w:eastAsia="Calibri" w:hAnsi="Tahoma" w:cs="Tahoma"/>
          <w:bCs/>
          <w:sz w:val="20"/>
        </w:rPr>
        <w:t>к настоящему Договору.</w:t>
      </w:r>
    </w:p>
    <w:p w:rsidR="00677836" w:rsidRPr="00070EAF" w:rsidRDefault="00677836" w:rsidP="00677836">
      <w:pPr>
        <w:ind w:firstLine="540"/>
        <w:jc w:val="both"/>
        <w:rPr>
          <w:rFonts w:ascii="Tahoma" w:hAnsi="Tahoma" w:cs="Tahoma"/>
          <w:sz w:val="20"/>
        </w:rPr>
      </w:pPr>
      <w:r w:rsidRPr="00070EAF">
        <w:rPr>
          <w:rFonts w:ascii="Tahoma" w:hAnsi="Tahoma" w:cs="Tahoma"/>
          <w:sz w:val="20"/>
        </w:rPr>
        <w:t>Организация, осуществляющая горячее водоснабжение, несет ответственность за соблюдение установленного порядка приостановления или ограничения подачи горячей воды в пределах, определяемых гражданским законодательством РФ и законодательством в сфере горячего водоснабжения.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9.4. В случае нарушения либо ненадлежащего исполнения Исполнителем обязательств по оплате настоящего договора Организация, осуществляющая горячее водоснабжение, вправе потребовать от Исполнителя уплаты неустойки, а также возмещения реального ущерба в соответствии с гражданским законодательством.</w:t>
      </w:r>
    </w:p>
    <w:p w:rsidR="00355105" w:rsidRPr="00070EAF" w:rsidRDefault="00355105" w:rsidP="00355105">
      <w:pPr>
        <w:ind w:firstLine="540"/>
        <w:jc w:val="both"/>
        <w:rPr>
          <w:rFonts w:ascii="Tahoma" w:hAnsi="Tahoma" w:cs="Tahoma"/>
          <w:sz w:val="20"/>
        </w:rPr>
      </w:pPr>
      <w:r w:rsidRPr="00070EAF">
        <w:rPr>
          <w:rFonts w:ascii="Tahoma" w:hAnsi="Tahoma" w:cs="Tahoma"/>
          <w:sz w:val="20"/>
        </w:rPr>
        <w:t>9.5. Исполнитель несет ответственность за действия потребителей, которые повлекли нарушение установленных настоящим договором показателей качества горячей воды и объемов поставляемой горячей воды.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</w:p>
    <w:p w:rsidR="00677836" w:rsidRPr="00070EAF" w:rsidRDefault="00677836" w:rsidP="00677836">
      <w:pPr>
        <w:widowControl/>
        <w:overflowPunct/>
        <w:jc w:val="center"/>
        <w:outlineLvl w:val="0"/>
        <w:rPr>
          <w:rFonts w:ascii="Tahoma" w:eastAsia="Calibri" w:hAnsi="Tahoma" w:cs="Tahoma"/>
          <w:b/>
          <w:bCs/>
          <w:sz w:val="20"/>
        </w:rPr>
      </w:pPr>
      <w:r w:rsidRPr="00070EAF">
        <w:rPr>
          <w:rFonts w:ascii="Tahoma" w:eastAsia="Calibri" w:hAnsi="Tahoma" w:cs="Tahoma"/>
          <w:b/>
          <w:bCs/>
          <w:sz w:val="20"/>
        </w:rPr>
        <w:t>10. Порядок урегулирования разногласий по Договору,</w:t>
      </w:r>
    </w:p>
    <w:p w:rsidR="00677836" w:rsidRPr="00070EAF" w:rsidRDefault="00677836" w:rsidP="00677836">
      <w:pPr>
        <w:widowControl/>
        <w:overflowPunct/>
        <w:jc w:val="center"/>
        <w:rPr>
          <w:rFonts w:ascii="Tahoma" w:eastAsia="Calibri" w:hAnsi="Tahoma" w:cs="Tahoma"/>
          <w:b/>
          <w:bCs/>
          <w:sz w:val="20"/>
        </w:rPr>
      </w:pPr>
      <w:r w:rsidRPr="00070EAF">
        <w:rPr>
          <w:rFonts w:ascii="Tahoma" w:eastAsia="Calibri" w:hAnsi="Tahoma" w:cs="Tahoma"/>
          <w:b/>
          <w:bCs/>
          <w:sz w:val="20"/>
        </w:rPr>
        <w:t>возникающих между Исполнителем и Организацией, осуществляющей горячее водоснабжение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10.1. Для урегулирования разногласий, связанных с настоящим Договором, между Исполнителем и Организацией, осуществляющей горячее водоснабжение, одна Сторона обращается к другой Стороне с письменным обращением об урегулировании разногласий с указанием следующих сведений: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10.1.1. сведения о заявителе (наименование, местонахождение (адрес);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10.1.2. содержание разногласий;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 xml:space="preserve">10.1.3. сведения об объекте (объектах), в отношении которого возникли разногласия, в том числе его полное наименование, местонахождение и право на объект (объекты), которым обладает </w:t>
      </w:r>
      <w:r w:rsidR="00A13BB6" w:rsidRPr="00070EAF">
        <w:rPr>
          <w:rFonts w:ascii="Tahoma" w:eastAsia="Calibri" w:hAnsi="Tahoma" w:cs="Tahoma"/>
          <w:bCs/>
          <w:sz w:val="20"/>
        </w:rPr>
        <w:t>Исполнитель</w:t>
      </w:r>
      <w:r w:rsidRPr="00070EAF">
        <w:rPr>
          <w:rFonts w:ascii="Tahoma" w:eastAsia="Calibri" w:hAnsi="Tahoma" w:cs="Tahoma"/>
          <w:bCs/>
          <w:sz w:val="20"/>
        </w:rPr>
        <w:t>;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10.1.4. копия настоящего Договора.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10.2. Сторона, получившая обращение, в течение 5 (пяти) рабочих дней с даты его поступления обязана его рассмотреть и дать ответ.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 xml:space="preserve">10.3. По результатам ответа, предусмотренного </w:t>
      </w:r>
      <w:proofErr w:type="gramStart"/>
      <w:r w:rsidRPr="00070EAF">
        <w:rPr>
          <w:rFonts w:ascii="Tahoma" w:eastAsia="Calibri" w:hAnsi="Tahoma" w:cs="Tahoma"/>
          <w:bCs/>
          <w:sz w:val="20"/>
        </w:rPr>
        <w:t>пунктом  10.2.</w:t>
      </w:r>
      <w:proofErr w:type="gramEnd"/>
      <w:r w:rsidRPr="00070EAF">
        <w:rPr>
          <w:rFonts w:ascii="Tahoma" w:eastAsia="Calibri" w:hAnsi="Tahoma" w:cs="Tahoma"/>
          <w:bCs/>
          <w:sz w:val="20"/>
        </w:rPr>
        <w:t xml:space="preserve"> настоящего Договора, Стороны составляют акт об урегулировании разногласий.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 xml:space="preserve">10.4. При отсутствии ответа, предусмотренного пунктом 10.2. настоящего Договора, или в случае невозможности урегулировать разногласия спор разрешается в </w:t>
      </w:r>
      <w:r w:rsidR="008B5714" w:rsidRPr="00070EAF">
        <w:rPr>
          <w:rFonts w:ascii="Tahoma" w:eastAsia="Calibri" w:hAnsi="Tahoma" w:cs="Tahoma"/>
          <w:bCs/>
          <w:sz w:val="20"/>
        </w:rPr>
        <w:t>Арбитражном суде</w:t>
      </w:r>
      <w:r w:rsidR="001716F4" w:rsidRPr="00070EAF">
        <w:rPr>
          <w:rFonts w:ascii="Tahoma" w:eastAsia="Calibri" w:hAnsi="Tahoma" w:cs="Tahoma"/>
          <w:bCs/>
          <w:sz w:val="20"/>
        </w:rPr>
        <w:t xml:space="preserve"> _______________</w:t>
      </w:r>
      <w:r w:rsidR="00286F02" w:rsidRPr="00070EAF">
        <w:rPr>
          <w:rFonts w:ascii="Tahoma" w:eastAsia="Calibri" w:hAnsi="Tahoma" w:cs="Tahoma"/>
          <w:bCs/>
          <w:sz w:val="20"/>
        </w:rPr>
        <w:t>.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</w:p>
    <w:p w:rsidR="00677836" w:rsidRPr="00070EAF" w:rsidRDefault="00677836" w:rsidP="00677836">
      <w:pPr>
        <w:widowControl/>
        <w:overflowPunct/>
        <w:jc w:val="center"/>
        <w:outlineLvl w:val="0"/>
        <w:rPr>
          <w:rFonts w:ascii="Tahoma" w:eastAsia="Calibri" w:hAnsi="Tahoma" w:cs="Tahoma"/>
          <w:b/>
          <w:bCs/>
          <w:sz w:val="20"/>
        </w:rPr>
      </w:pPr>
      <w:r w:rsidRPr="00070EAF">
        <w:rPr>
          <w:rFonts w:ascii="Tahoma" w:eastAsia="Calibri" w:hAnsi="Tahoma" w:cs="Tahoma"/>
          <w:b/>
          <w:bCs/>
          <w:sz w:val="20"/>
        </w:rPr>
        <w:t>11. Срок действия Договора</w:t>
      </w:r>
    </w:p>
    <w:p w:rsidR="00677836" w:rsidRPr="00070EAF" w:rsidRDefault="00677836" w:rsidP="00677836">
      <w:pPr>
        <w:widowControl/>
        <w:overflowPunct/>
        <w:jc w:val="center"/>
        <w:rPr>
          <w:rFonts w:ascii="Tahoma" w:eastAsia="Calibri" w:hAnsi="Tahoma" w:cs="Tahoma"/>
          <w:bCs/>
          <w:sz w:val="20"/>
        </w:rPr>
      </w:pP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11.1. Настоящий договор вступает в силу со дня его подписания С</w:t>
      </w:r>
      <w:r w:rsidR="001716F4" w:rsidRPr="00070EAF">
        <w:rPr>
          <w:rFonts w:ascii="Tahoma" w:eastAsia="Calibri" w:hAnsi="Tahoma" w:cs="Tahoma"/>
          <w:bCs/>
          <w:sz w:val="20"/>
        </w:rPr>
        <w:t>торонами и действует до____________</w:t>
      </w:r>
      <w:r w:rsidR="00286F02" w:rsidRPr="00070EAF">
        <w:rPr>
          <w:rFonts w:ascii="Tahoma" w:hAnsi="Tahoma" w:cs="Tahoma"/>
          <w:sz w:val="20"/>
        </w:rPr>
        <w:t>,</w:t>
      </w:r>
      <w:r w:rsidR="00286F02" w:rsidRPr="00070EAF">
        <w:rPr>
          <w:rFonts w:ascii="Tahoma" w:eastAsia="Calibri" w:hAnsi="Tahoma" w:cs="Tahoma"/>
          <w:bCs/>
          <w:sz w:val="20"/>
        </w:rPr>
        <w:t xml:space="preserve"> </w:t>
      </w:r>
      <w:r w:rsidRPr="00070EAF">
        <w:rPr>
          <w:rFonts w:ascii="Tahoma" w:eastAsia="Calibri" w:hAnsi="Tahoma" w:cs="Tahoma"/>
          <w:bCs/>
          <w:sz w:val="20"/>
        </w:rPr>
        <w:t>а в части обязательств, не исполненных ко дню окончания срока его действия, - до полного их исполнения Сторонами.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 xml:space="preserve">11.2. Настоящий Договор считается продленным на </w:t>
      </w:r>
      <w:r w:rsidR="001A40F9" w:rsidRPr="00070EAF">
        <w:rPr>
          <w:rFonts w:ascii="Tahoma" w:eastAsia="Calibri" w:hAnsi="Tahoma" w:cs="Tahoma"/>
          <w:bCs/>
          <w:sz w:val="20"/>
        </w:rPr>
        <w:t>каждый последующий календарный год</w:t>
      </w:r>
      <w:r w:rsidRPr="00070EAF">
        <w:rPr>
          <w:rFonts w:ascii="Tahoma" w:eastAsia="Calibri" w:hAnsi="Tahoma" w:cs="Tahoma"/>
          <w:bCs/>
          <w:sz w:val="20"/>
        </w:rPr>
        <w:t xml:space="preserve"> на тех же условиях, если за 1 (один) месяц до окончания срока его действия ни одна из Сторон не заявит о его прекращении или изменении либо о заключении нового договора на иных условиях.</w:t>
      </w:r>
    </w:p>
    <w:p w:rsidR="00833DA1" w:rsidRPr="00070EAF" w:rsidRDefault="00833DA1" w:rsidP="00677836">
      <w:pPr>
        <w:widowControl/>
        <w:overflowPunct/>
        <w:jc w:val="both"/>
        <w:rPr>
          <w:rFonts w:ascii="Tahoma" w:eastAsia="Calibri" w:hAnsi="Tahoma" w:cs="Tahoma"/>
          <w:bCs/>
          <w:sz w:val="20"/>
        </w:rPr>
      </w:pPr>
    </w:p>
    <w:p w:rsidR="00677836" w:rsidRPr="00070EAF" w:rsidRDefault="00677836" w:rsidP="00677836">
      <w:pPr>
        <w:widowControl/>
        <w:overflowPunct/>
        <w:jc w:val="center"/>
        <w:outlineLvl w:val="0"/>
        <w:rPr>
          <w:rFonts w:ascii="Tahoma" w:eastAsia="Calibri" w:hAnsi="Tahoma" w:cs="Tahoma"/>
          <w:b/>
          <w:bCs/>
          <w:sz w:val="20"/>
        </w:rPr>
      </w:pPr>
      <w:r w:rsidRPr="00070EAF">
        <w:rPr>
          <w:rFonts w:ascii="Tahoma" w:eastAsia="Calibri" w:hAnsi="Tahoma" w:cs="Tahoma"/>
          <w:b/>
          <w:bCs/>
          <w:sz w:val="20"/>
        </w:rPr>
        <w:t>12. Прочие условия</w:t>
      </w:r>
    </w:p>
    <w:p w:rsidR="00677836" w:rsidRPr="00070EAF" w:rsidRDefault="00677836" w:rsidP="00677836">
      <w:pPr>
        <w:widowControl/>
        <w:overflowPunct/>
        <w:jc w:val="center"/>
        <w:rPr>
          <w:rFonts w:ascii="Tahoma" w:eastAsia="Calibri" w:hAnsi="Tahoma" w:cs="Tahoma"/>
          <w:bCs/>
          <w:sz w:val="20"/>
        </w:rPr>
      </w:pP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12.1. Стороны обязаны в течение 5 (пяти) рабочих дней сообщить друг другу об изменении своих наименований, местонахождения (адресов) и платежных реквизитов.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12.2. При исполнении настоящего Договора, а также при решении вопросов, не предусмотренных настоящим Договором, Стороны обязуются руководствоваться законодательством Российской Федерации.</w:t>
      </w:r>
    </w:p>
    <w:p w:rsidR="00677836" w:rsidRPr="00070EAF" w:rsidRDefault="00677836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lastRenderedPageBreak/>
        <w:t>12.3. Любые изменения настоящего Договора, а также соглашение о расторжении настоящего Договора действительны при условии, что они составлены в письменной форме и подписаны надлежащим образом Сторонами.</w:t>
      </w:r>
    </w:p>
    <w:p w:rsidR="001A40F9" w:rsidRPr="00070EAF" w:rsidRDefault="00677836" w:rsidP="001A40F9">
      <w:pPr>
        <w:widowControl/>
        <w:overflowPunct/>
        <w:ind w:firstLine="540"/>
        <w:jc w:val="both"/>
        <w:rPr>
          <w:rFonts w:ascii="Tahoma" w:hAnsi="Tahoma" w:cs="Tahoma"/>
          <w:bCs/>
          <w:sz w:val="20"/>
        </w:rPr>
      </w:pPr>
      <w:r w:rsidRPr="00070EAF">
        <w:rPr>
          <w:rFonts w:ascii="Tahoma" w:eastAsia="Calibri" w:hAnsi="Tahoma" w:cs="Tahoma"/>
          <w:bCs/>
          <w:sz w:val="20"/>
        </w:rPr>
        <w:t>12.4. Настоящий Договор составлен в 2 (двух) экземплярах, по 1 (одному) экземпляру для каждой Стороны.</w:t>
      </w:r>
      <w:r w:rsidR="001A40F9" w:rsidRPr="00070EAF">
        <w:rPr>
          <w:rFonts w:ascii="Tahoma" w:eastAsia="Calibri" w:hAnsi="Tahoma" w:cs="Tahoma"/>
          <w:bCs/>
          <w:sz w:val="20"/>
        </w:rPr>
        <w:t xml:space="preserve"> </w:t>
      </w:r>
      <w:r w:rsidR="001A40F9" w:rsidRPr="00070EAF">
        <w:rPr>
          <w:rFonts w:ascii="Tahoma" w:hAnsi="Tahoma" w:cs="Tahoma"/>
          <w:bCs/>
          <w:sz w:val="20"/>
        </w:rPr>
        <w:t>Стороны признают равную юридическую силу собственноручной подписи и факсимильной подписи, проставляемой внизу каждой страницы настоящего Договора, при условии подписания собственноручной подписью настоящего Договора в разделе «Реквизиты и подписи сторон» и приложений к настоящему Договору.</w:t>
      </w:r>
    </w:p>
    <w:p w:rsidR="001A40F9" w:rsidRPr="00070EAF" w:rsidRDefault="001A40F9" w:rsidP="001A40F9">
      <w:pPr>
        <w:ind w:firstLine="567"/>
        <w:jc w:val="both"/>
        <w:rPr>
          <w:rFonts w:ascii="Tahoma" w:hAnsi="Tahoma" w:cs="Tahoma"/>
          <w:bCs/>
          <w:sz w:val="20"/>
        </w:rPr>
      </w:pPr>
      <w:r w:rsidRPr="00070EAF">
        <w:rPr>
          <w:rFonts w:ascii="Tahoma" w:hAnsi="Tahoma" w:cs="Tahoma"/>
          <w:bCs/>
          <w:sz w:val="20"/>
        </w:rPr>
        <w:t>12.5. Организация, осуществляющая горячее водоснабжение, вправе направлять в адрес ответственных Абонента за выполнение условий настоящего Договора информационные СМС сообщения, осуществлять рассылку документов, связанных с исполнением настоящего Договора, по электронной почте, по адресам и телефонам, указанным в настоящем Договоре и иных документах, являющихся неотъемлемой частью Договора.</w:t>
      </w:r>
    </w:p>
    <w:p w:rsidR="001A40F9" w:rsidRPr="00070EAF" w:rsidRDefault="001A40F9" w:rsidP="001A40F9">
      <w:pPr>
        <w:ind w:firstLine="567"/>
        <w:jc w:val="both"/>
        <w:rPr>
          <w:rFonts w:ascii="Tahoma" w:hAnsi="Tahoma" w:cs="Tahoma"/>
          <w:bCs/>
          <w:sz w:val="20"/>
        </w:rPr>
      </w:pPr>
      <w:r w:rsidRPr="00070EAF">
        <w:rPr>
          <w:rFonts w:ascii="Tahoma" w:hAnsi="Tahoma" w:cs="Tahoma"/>
          <w:bCs/>
          <w:sz w:val="20"/>
        </w:rPr>
        <w:t>12.6. Стороны определили возможность использования аналога собственноручной подписи для подписания документов, связанных с исполнением настоящего Договора (за исключением первичных учетных документов), в том числе путем проставления представителями Сторон собственноручной подписи на электронном документе, составленном на планшетном компьютере, с помощью стилуса.</w:t>
      </w:r>
    </w:p>
    <w:p w:rsidR="001A40F9" w:rsidRPr="00070EAF" w:rsidRDefault="001A40F9" w:rsidP="001A40F9">
      <w:pPr>
        <w:jc w:val="both"/>
        <w:rPr>
          <w:rFonts w:ascii="Tahoma" w:hAnsi="Tahoma" w:cs="Tahoma"/>
          <w:bCs/>
          <w:sz w:val="20"/>
        </w:rPr>
      </w:pPr>
      <w:r w:rsidRPr="00070EAF">
        <w:rPr>
          <w:rFonts w:ascii="Tahoma" w:hAnsi="Tahoma" w:cs="Tahoma"/>
          <w:bCs/>
          <w:sz w:val="20"/>
        </w:rPr>
        <w:t xml:space="preserve">Стороны признают, что документы, подписанные с использованием аналога собственноручной подписи в электронной форме и на электронном носителе, имеют равную юридическую силу с документами, оформляемыми на бумажном носителе. </w:t>
      </w:r>
    </w:p>
    <w:p w:rsidR="001A40F9" w:rsidRPr="00070EAF" w:rsidRDefault="001A40F9" w:rsidP="001A40F9">
      <w:pPr>
        <w:jc w:val="both"/>
        <w:rPr>
          <w:rFonts w:ascii="Tahoma" w:hAnsi="Tahoma" w:cs="Tahoma"/>
          <w:bCs/>
          <w:sz w:val="20"/>
        </w:rPr>
      </w:pPr>
      <w:r w:rsidRPr="00070EAF">
        <w:rPr>
          <w:rFonts w:ascii="Tahoma" w:hAnsi="Tahoma" w:cs="Tahoma"/>
          <w:bCs/>
          <w:sz w:val="20"/>
        </w:rPr>
        <w:t>Обмен (передача) документов, оформленных в электронном виде, осуществляется по электронной почте, указанной в настоящем Договоре. По письменному требованию одной из Сторон, участвующей в подготовке такого документа, другая Сторона обязана предоставить такой документ, распечатанный на бумажном носителе.</w:t>
      </w:r>
    </w:p>
    <w:p w:rsidR="001A40F9" w:rsidRPr="00070EAF" w:rsidRDefault="001A40F9" w:rsidP="001A40F9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</w:p>
    <w:p w:rsidR="001A40F9" w:rsidRPr="00070EAF" w:rsidRDefault="001A40F9" w:rsidP="0067783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</w:p>
    <w:p w:rsidR="001A40F9" w:rsidRPr="00070EAF" w:rsidRDefault="001A40F9" w:rsidP="001A40F9">
      <w:pPr>
        <w:jc w:val="center"/>
        <w:rPr>
          <w:rFonts w:ascii="Tahoma" w:hAnsi="Tahoma" w:cs="Tahoma"/>
          <w:b/>
          <w:bCs/>
          <w:sz w:val="20"/>
        </w:rPr>
      </w:pPr>
      <w:r w:rsidRPr="00070EAF">
        <w:rPr>
          <w:rFonts w:ascii="Tahoma" w:hAnsi="Tahoma" w:cs="Tahoma"/>
          <w:b/>
          <w:bCs/>
          <w:sz w:val="20"/>
        </w:rPr>
        <w:t>Приложения:</w:t>
      </w:r>
    </w:p>
    <w:p w:rsidR="001A40F9" w:rsidRPr="00070EAF" w:rsidRDefault="001A40F9" w:rsidP="00482297">
      <w:pPr>
        <w:ind w:firstLine="540"/>
        <w:jc w:val="both"/>
        <w:rPr>
          <w:rFonts w:ascii="Tahoma" w:hAnsi="Tahoma" w:cs="Tahoma"/>
          <w:sz w:val="20"/>
        </w:rPr>
      </w:pPr>
    </w:p>
    <w:p w:rsidR="00482297" w:rsidRPr="00070EAF" w:rsidRDefault="001A40F9" w:rsidP="00482297">
      <w:pPr>
        <w:ind w:firstLine="540"/>
        <w:jc w:val="both"/>
        <w:rPr>
          <w:rFonts w:ascii="Tahoma" w:hAnsi="Tahoma" w:cs="Tahoma"/>
          <w:sz w:val="20"/>
        </w:rPr>
      </w:pPr>
      <w:r w:rsidRPr="00070EAF">
        <w:rPr>
          <w:rFonts w:ascii="Tahoma" w:hAnsi="Tahoma" w:cs="Tahoma"/>
          <w:sz w:val="20"/>
        </w:rPr>
        <w:t>Приложение № 1</w:t>
      </w:r>
      <w:r w:rsidR="00482297" w:rsidRPr="00070EAF">
        <w:rPr>
          <w:rFonts w:ascii="Tahoma" w:hAnsi="Tahoma" w:cs="Tahoma"/>
          <w:sz w:val="20"/>
        </w:rPr>
        <w:t xml:space="preserve"> </w:t>
      </w:r>
      <w:r w:rsidRPr="00070EAF">
        <w:rPr>
          <w:rFonts w:ascii="Tahoma" w:hAnsi="Tahoma" w:cs="Tahoma"/>
          <w:sz w:val="20"/>
        </w:rPr>
        <w:t>"</w:t>
      </w:r>
      <w:r w:rsidR="00482297" w:rsidRPr="00070EAF">
        <w:rPr>
          <w:rFonts w:ascii="Tahoma" w:hAnsi="Tahoma" w:cs="Tahoma"/>
          <w:sz w:val="20"/>
        </w:rPr>
        <w:t xml:space="preserve">Акт разграничения балансовой принадлежности </w:t>
      </w:r>
      <w:r w:rsidR="00C75656" w:rsidRPr="00070EAF">
        <w:rPr>
          <w:rFonts w:ascii="Tahoma" w:hAnsi="Tahoma" w:cs="Tahoma"/>
          <w:sz w:val="20"/>
        </w:rPr>
        <w:t>и э</w:t>
      </w:r>
      <w:r w:rsidRPr="00070EAF">
        <w:rPr>
          <w:rFonts w:ascii="Tahoma" w:hAnsi="Tahoma" w:cs="Tahoma"/>
          <w:sz w:val="20"/>
        </w:rPr>
        <w:t>ксплуатационной ответственности";</w:t>
      </w:r>
    </w:p>
    <w:p w:rsidR="001A40F9" w:rsidRPr="00070EAF" w:rsidRDefault="001A40F9" w:rsidP="001A40F9">
      <w:pPr>
        <w:ind w:firstLine="567"/>
        <w:jc w:val="both"/>
        <w:rPr>
          <w:rFonts w:ascii="Tahoma" w:hAnsi="Tahoma" w:cs="Tahoma"/>
          <w:bCs/>
          <w:sz w:val="20"/>
        </w:rPr>
      </w:pPr>
      <w:r w:rsidRPr="00070EAF">
        <w:rPr>
          <w:rFonts w:ascii="Tahoma" w:hAnsi="Tahoma" w:cs="Tahoma"/>
          <w:bCs/>
          <w:sz w:val="20"/>
        </w:rPr>
        <w:t>Приложение № 2 "Порядок распределения денежных средств, поступающих в счет оплаты поставленных энергетических ресурсов";</w:t>
      </w:r>
    </w:p>
    <w:p w:rsidR="00482297" w:rsidRPr="00070EAF" w:rsidRDefault="001A40F9" w:rsidP="00482297">
      <w:pPr>
        <w:ind w:firstLine="540"/>
        <w:jc w:val="both"/>
        <w:rPr>
          <w:rFonts w:ascii="Tahoma" w:hAnsi="Tahoma" w:cs="Tahoma"/>
          <w:sz w:val="20"/>
        </w:rPr>
      </w:pPr>
      <w:r w:rsidRPr="00070EAF">
        <w:rPr>
          <w:rFonts w:ascii="Tahoma" w:hAnsi="Tahoma" w:cs="Tahoma"/>
          <w:sz w:val="20"/>
        </w:rPr>
        <w:t>Приложение № 3</w:t>
      </w:r>
      <w:r w:rsidR="00482297" w:rsidRPr="00070EAF">
        <w:rPr>
          <w:rFonts w:ascii="Tahoma" w:hAnsi="Tahoma" w:cs="Tahoma"/>
          <w:sz w:val="20"/>
        </w:rPr>
        <w:t> </w:t>
      </w:r>
      <w:r w:rsidRPr="00070EAF">
        <w:rPr>
          <w:rFonts w:ascii="Tahoma" w:hAnsi="Tahoma" w:cs="Tahoma"/>
          <w:sz w:val="20"/>
        </w:rPr>
        <w:t>"</w:t>
      </w:r>
      <w:r w:rsidR="00482297" w:rsidRPr="00070EAF">
        <w:rPr>
          <w:rFonts w:ascii="Tahoma" w:hAnsi="Tahoma" w:cs="Tahoma"/>
          <w:sz w:val="20"/>
        </w:rPr>
        <w:t>Режим подачи горячей воды</w:t>
      </w:r>
      <w:r w:rsidRPr="00070EAF">
        <w:rPr>
          <w:rFonts w:ascii="Tahoma" w:hAnsi="Tahoma" w:cs="Tahoma"/>
          <w:sz w:val="20"/>
        </w:rPr>
        <w:t>"</w:t>
      </w:r>
      <w:r w:rsidR="00482297" w:rsidRPr="00070EAF">
        <w:rPr>
          <w:rFonts w:ascii="Tahoma" w:hAnsi="Tahoma" w:cs="Tahoma"/>
          <w:sz w:val="20"/>
        </w:rPr>
        <w:t>;</w:t>
      </w:r>
    </w:p>
    <w:p w:rsidR="00482297" w:rsidRPr="00070EAF" w:rsidRDefault="001A40F9" w:rsidP="00482297">
      <w:pPr>
        <w:ind w:firstLine="540"/>
        <w:jc w:val="both"/>
        <w:rPr>
          <w:rFonts w:ascii="Tahoma" w:hAnsi="Tahoma" w:cs="Tahoma"/>
          <w:sz w:val="20"/>
        </w:rPr>
      </w:pPr>
      <w:r w:rsidRPr="00070EAF">
        <w:rPr>
          <w:rFonts w:ascii="Tahoma" w:hAnsi="Tahoma" w:cs="Tahoma"/>
          <w:sz w:val="20"/>
        </w:rPr>
        <w:t>Приложение № 4 "</w:t>
      </w:r>
      <w:r w:rsidR="00482297" w:rsidRPr="00070EAF">
        <w:rPr>
          <w:rFonts w:ascii="Tahoma" w:hAnsi="Tahoma" w:cs="Tahoma"/>
          <w:sz w:val="20"/>
        </w:rPr>
        <w:t>Сведения о показателях качества горячей воды и допустимых перерывах подачи горячей воды</w:t>
      </w:r>
      <w:r w:rsidRPr="00070EAF">
        <w:rPr>
          <w:rFonts w:ascii="Tahoma" w:hAnsi="Tahoma" w:cs="Tahoma"/>
          <w:sz w:val="20"/>
        </w:rPr>
        <w:t>"</w:t>
      </w:r>
      <w:r w:rsidR="00482297" w:rsidRPr="00070EAF">
        <w:rPr>
          <w:rFonts w:ascii="Tahoma" w:hAnsi="Tahoma" w:cs="Tahoma"/>
          <w:sz w:val="20"/>
        </w:rPr>
        <w:t>;</w:t>
      </w:r>
    </w:p>
    <w:p w:rsidR="00482297" w:rsidRPr="00070EAF" w:rsidRDefault="001A40F9" w:rsidP="00482297">
      <w:pPr>
        <w:ind w:firstLine="540"/>
        <w:jc w:val="both"/>
        <w:rPr>
          <w:rFonts w:ascii="Tahoma" w:hAnsi="Tahoma" w:cs="Tahoma"/>
          <w:sz w:val="20"/>
        </w:rPr>
      </w:pPr>
      <w:r w:rsidRPr="00070EAF">
        <w:rPr>
          <w:rFonts w:ascii="Tahoma" w:hAnsi="Tahoma" w:cs="Tahoma"/>
          <w:sz w:val="20"/>
        </w:rPr>
        <w:t>Приложение № 5 "</w:t>
      </w:r>
      <w:r w:rsidR="00482297" w:rsidRPr="00070EAF">
        <w:rPr>
          <w:rFonts w:ascii="Tahoma" w:hAnsi="Tahoma" w:cs="Tahoma"/>
          <w:sz w:val="20"/>
        </w:rPr>
        <w:t>Сведения о приборах учета (узлах учета) и местах отбора проб</w:t>
      </w:r>
      <w:r w:rsidRPr="00070EAF">
        <w:rPr>
          <w:rFonts w:ascii="Tahoma" w:hAnsi="Tahoma" w:cs="Tahoma"/>
          <w:sz w:val="20"/>
        </w:rPr>
        <w:t>"</w:t>
      </w:r>
      <w:r w:rsidR="00482297" w:rsidRPr="00070EAF">
        <w:rPr>
          <w:rFonts w:ascii="Tahoma" w:hAnsi="Tahoma" w:cs="Tahoma"/>
          <w:sz w:val="20"/>
        </w:rPr>
        <w:t>;</w:t>
      </w:r>
    </w:p>
    <w:p w:rsidR="00482297" w:rsidRPr="00070EAF" w:rsidRDefault="001A40F9" w:rsidP="00482297">
      <w:pPr>
        <w:ind w:firstLine="540"/>
        <w:jc w:val="both"/>
        <w:rPr>
          <w:rFonts w:ascii="Tahoma" w:hAnsi="Tahoma" w:cs="Tahoma"/>
          <w:sz w:val="20"/>
        </w:rPr>
      </w:pPr>
      <w:r w:rsidRPr="00070EAF">
        <w:rPr>
          <w:rFonts w:ascii="Tahoma" w:hAnsi="Tahoma" w:cs="Tahoma"/>
          <w:sz w:val="20"/>
        </w:rPr>
        <w:t>Приложение № 6 "</w:t>
      </w:r>
      <w:r w:rsidR="00482297" w:rsidRPr="00070EAF">
        <w:rPr>
          <w:rFonts w:ascii="Tahoma" w:hAnsi="Tahoma" w:cs="Tahoma"/>
          <w:sz w:val="20"/>
        </w:rPr>
        <w:t>Форма предоставления информации</w:t>
      </w:r>
      <w:r w:rsidRPr="00070EAF">
        <w:rPr>
          <w:rFonts w:ascii="Tahoma" w:hAnsi="Tahoma" w:cs="Tahoma"/>
          <w:sz w:val="20"/>
        </w:rPr>
        <w:t>";</w:t>
      </w:r>
    </w:p>
    <w:p w:rsidR="001A40F9" w:rsidRPr="00070EAF" w:rsidRDefault="001A40F9" w:rsidP="001A40F9">
      <w:pPr>
        <w:ind w:firstLine="567"/>
        <w:jc w:val="both"/>
        <w:rPr>
          <w:rFonts w:ascii="Tahoma" w:hAnsi="Tahoma" w:cs="Tahoma"/>
          <w:bCs/>
          <w:sz w:val="20"/>
        </w:rPr>
      </w:pPr>
      <w:r w:rsidRPr="00070EAF">
        <w:rPr>
          <w:rFonts w:ascii="Tahoma" w:hAnsi="Tahoma" w:cs="Tahoma"/>
          <w:bCs/>
          <w:sz w:val="20"/>
        </w:rPr>
        <w:t>Приложение № 7 "Порядок определения объемов горячей воды с использованием автоматизированной информационно-измерительной системы".</w:t>
      </w:r>
    </w:p>
    <w:p w:rsidR="001A40F9" w:rsidRPr="00070EAF" w:rsidRDefault="001A40F9" w:rsidP="00482297">
      <w:pPr>
        <w:ind w:firstLine="540"/>
        <w:jc w:val="both"/>
        <w:rPr>
          <w:rFonts w:ascii="Tahoma" w:hAnsi="Tahoma" w:cs="Tahoma"/>
          <w:sz w:val="20"/>
        </w:rPr>
      </w:pPr>
    </w:p>
    <w:p w:rsidR="00677836" w:rsidRPr="00070EAF" w:rsidRDefault="00677836" w:rsidP="00677836">
      <w:pPr>
        <w:ind w:firstLine="540"/>
        <w:jc w:val="both"/>
        <w:rPr>
          <w:rFonts w:ascii="Tahoma" w:hAnsi="Tahoma" w:cs="Tahoma"/>
          <w:sz w:val="20"/>
        </w:rPr>
      </w:pPr>
    </w:p>
    <w:p w:rsidR="00677836" w:rsidRPr="00070EAF" w:rsidRDefault="00677836" w:rsidP="00677836">
      <w:pPr>
        <w:jc w:val="center"/>
        <w:rPr>
          <w:rFonts w:ascii="Tahoma" w:hAnsi="Tahoma" w:cs="Tahoma"/>
          <w:b/>
          <w:sz w:val="20"/>
        </w:rPr>
      </w:pPr>
      <w:r w:rsidRPr="00070EAF">
        <w:rPr>
          <w:rFonts w:ascii="Tahoma" w:hAnsi="Tahoma" w:cs="Tahoma"/>
          <w:b/>
          <w:sz w:val="20"/>
        </w:rPr>
        <w:t>Адреса и платежные реквизиты Сторон</w:t>
      </w:r>
    </w:p>
    <w:p w:rsidR="00677836" w:rsidRPr="00070EAF" w:rsidRDefault="00677836" w:rsidP="00677836">
      <w:pPr>
        <w:jc w:val="both"/>
        <w:rPr>
          <w:rFonts w:ascii="Tahoma" w:hAnsi="Tahoma" w:cs="Tahoma"/>
          <w:sz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3"/>
        <w:gridCol w:w="5103"/>
      </w:tblGrid>
      <w:tr w:rsidR="001716F4" w:rsidRPr="00070EAF" w:rsidTr="00243200">
        <w:trPr>
          <w:trHeight w:val="19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716F4" w:rsidRPr="00070EAF" w:rsidRDefault="001716F4" w:rsidP="001716F4">
            <w:pPr>
              <w:jc w:val="both"/>
              <w:rPr>
                <w:rFonts w:ascii="Tahoma" w:hAnsi="Tahoma" w:cs="Tahoma"/>
                <w:sz w:val="20"/>
              </w:rPr>
            </w:pPr>
            <w:r w:rsidRPr="00070EAF">
              <w:rPr>
                <w:rFonts w:ascii="Tahoma" w:hAnsi="Tahoma" w:cs="Tahoma"/>
                <w:sz w:val="20"/>
              </w:rPr>
              <w:t>Организация, осуществляющая горячее водоснабжение: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716F4" w:rsidRPr="00070EAF" w:rsidRDefault="001716F4" w:rsidP="001716F4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070EAF">
              <w:rPr>
                <w:rFonts w:ascii="Tahoma" w:hAnsi="Tahoma" w:cs="Tahoma"/>
                <w:bCs/>
                <w:sz w:val="20"/>
              </w:rPr>
              <w:t>Абонент:</w:t>
            </w:r>
          </w:p>
        </w:tc>
      </w:tr>
      <w:tr w:rsidR="001716F4" w:rsidRPr="00070EAF" w:rsidTr="00243200">
        <w:trPr>
          <w:trHeight w:val="26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F4" w:rsidRPr="00070EAF" w:rsidRDefault="001716F4" w:rsidP="001716F4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070EAF">
              <w:rPr>
                <w:rFonts w:ascii="Tahoma" w:hAnsi="Tahoma" w:cs="Tahoma"/>
                <w:bCs/>
                <w:sz w:val="20"/>
              </w:rPr>
              <w:t>Полное фирменное наименование: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F4" w:rsidRPr="00070EAF" w:rsidRDefault="001716F4" w:rsidP="001716F4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070EAF">
              <w:rPr>
                <w:rFonts w:ascii="Tahoma" w:hAnsi="Tahoma" w:cs="Tahoma"/>
                <w:bCs/>
                <w:sz w:val="20"/>
              </w:rPr>
              <w:t>Полное фирменное наименование (ФИО):</w:t>
            </w:r>
          </w:p>
        </w:tc>
      </w:tr>
      <w:tr w:rsidR="001716F4" w:rsidRPr="00070EAF" w:rsidTr="00243200">
        <w:trPr>
          <w:trHeight w:val="26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F4" w:rsidRPr="00070EAF" w:rsidRDefault="001716F4" w:rsidP="001716F4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070EAF">
              <w:rPr>
                <w:rFonts w:ascii="Tahoma" w:hAnsi="Tahoma" w:cs="Tahoma"/>
                <w:bCs/>
                <w:sz w:val="20"/>
              </w:rPr>
              <w:t>ИНН:</w:t>
            </w:r>
            <w:r w:rsidRPr="00070EAF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F4" w:rsidRPr="00070EAF" w:rsidRDefault="001716F4" w:rsidP="001716F4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070EAF">
              <w:rPr>
                <w:rFonts w:ascii="Tahoma" w:hAnsi="Tahoma" w:cs="Tahoma"/>
                <w:bCs/>
                <w:sz w:val="20"/>
              </w:rPr>
              <w:t xml:space="preserve">ИНН: </w:t>
            </w:r>
          </w:p>
        </w:tc>
      </w:tr>
      <w:tr w:rsidR="001716F4" w:rsidRPr="00070EAF" w:rsidTr="00243200">
        <w:trPr>
          <w:trHeight w:val="26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F4" w:rsidRPr="00070EAF" w:rsidRDefault="001716F4" w:rsidP="001716F4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070EAF">
              <w:rPr>
                <w:rFonts w:ascii="Tahoma" w:hAnsi="Tahoma" w:cs="Tahoma"/>
                <w:bCs/>
                <w:sz w:val="20"/>
              </w:rPr>
              <w:t>КПП:</w:t>
            </w:r>
            <w:r w:rsidRPr="00070EAF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F4" w:rsidRPr="00070EAF" w:rsidRDefault="001716F4" w:rsidP="001716F4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070EAF">
              <w:rPr>
                <w:rFonts w:ascii="Tahoma" w:hAnsi="Tahoma" w:cs="Tahoma"/>
                <w:bCs/>
                <w:sz w:val="20"/>
              </w:rPr>
              <w:t>КПП:</w:t>
            </w:r>
            <w:r w:rsidRPr="00070EAF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1716F4" w:rsidRPr="00070EAF" w:rsidTr="00243200">
        <w:trPr>
          <w:trHeight w:val="26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F4" w:rsidRPr="00070EAF" w:rsidRDefault="001716F4" w:rsidP="001716F4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070EAF">
              <w:rPr>
                <w:rFonts w:ascii="Tahoma" w:hAnsi="Tahoma" w:cs="Tahoma"/>
                <w:bCs/>
                <w:sz w:val="20"/>
              </w:rPr>
              <w:t xml:space="preserve">ОГРН: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F4" w:rsidRPr="00070EAF" w:rsidRDefault="001716F4" w:rsidP="001716F4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070EAF">
              <w:rPr>
                <w:rFonts w:ascii="Tahoma" w:hAnsi="Tahoma" w:cs="Tahoma"/>
                <w:bCs/>
                <w:sz w:val="20"/>
              </w:rPr>
              <w:t xml:space="preserve">ОГРН: </w:t>
            </w:r>
          </w:p>
        </w:tc>
      </w:tr>
      <w:tr w:rsidR="001716F4" w:rsidRPr="00070EAF" w:rsidTr="00243200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F4" w:rsidRPr="00070EAF" w:rsidRDefault="001716F4" w:rsidP="001716F4">
            <w:pPr>
              <w:jc w:val="both"/>
              <w:rPr>
                <w:rFonts w:ascii="Tahoma" w:hAnsi="Tahoma" w:cs="Tahoma"/>
                <w:sz w:val="20"/>
              </w:rPr>
            </w:pPr>
            <w:r w:rsidRPr="00070EAF">
              <w:rPr>
                <w:rFonts w:ascii="Tahoma" w:hAnsi="Tahoma" w:cs="Tahoma"/>
                <w:bCs/>
                <w:sz w:val="20"/>
              </w:rPr>
              <w:t>Местонахождение: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F4" w:rsidRPr="00070EAF" w:rsidRDefault="001716F4" w:rsidP="001716F4">
            <w:pPr>
              <w:jc w:val="both"/>
              <w:rPr>
                <w:rFonts w:ascii="Tahoma" w:hAnsi="Tahoma" w:cs="Tahoma"/>
                <w:sz w:val="20"/>
              </w:rPr>
            </w:pPr>
            <w:r w:rsidRPr="00070EAF">
              <w:rPr>
                <w:rFonts w:ascii="Tahoma" w:hAnsi="Tahoma" w:cs="Tahoma"/>
                <w:sz w:val="20"/>
              </w:rPr>
              <w:t>Местонахождение:</w:t>
            </w:r>
          </w:p>
        </w:tc>
      </w:tr>
      <w:tr w:rsidR="001716F4" w:rsidRPr="00070EAF" w:rsidTr="00243200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F4" w:rsidRPr="00070EAF" w:rsidRDefault="001716F4" w:rsidP="001716F4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F4" w:rsidRPr="00070EAF" w:rsidRDefault="001716F4" w:rsidP="001716F4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070EAF">
              <w:rPr>
                <w:rFonts w:ascii="Tahoma" w:hAnsi="Tahoma" w:cs="Tahoma"/>
                <w:bCs/>
                <w:sz w:val="20"/>
              </w:rPr>
              <w:t xml:space="preserve">Паспорт (для ФЛ): </w:t>
            </w:r>
          </w:p>
          <w:p w:rsidR="001716F4" w:rsidRPr="00070EAF" w:rsidRDefault="001716F4" w:rsidP="001716F4">
            <w:pPr>
              <w:jc w:val="both"/>
              <w:rPr>
                <w:rFonts w:ascii="Tahoma" w:hAnsi="Tahoma" w:cs="Tahoma"/>
                <w:sz w:val="20"/>
              </w:rPr>
            </w:pPr>
            <w:r w:rsidRPr="00070EAF">
              <w:rPr>
                <w:rFonts w:ascii="Tahoma" w:hAnsi="Tahoma" w:cs="Tahoma"/>
                <w:bCs/>
                <w:sz w:val="20"/>
              </w:rPr>
              <w:t xml:space="preserve">Выдан: </w:t>
            </w:r>
          </w:p>
        </w:tc>
      </w:tr>
      <w:tr w:rsidR="001716F4" w:rsidRPr="00070EAF" w:rsidTr="00243200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F4" w:rsidRPr="00070EAF" w:rsidRDefault="001716F4" w:rsidP="001716F4">
            <w:pPr>
              <w:jc w:val="both"/>
              <w:rPr>
                <w:rFonts w:ascii="Tahoma" w:hAnsi="Tahoma" w:cs="Tahoma"/>
                <w:sz w:val="20"/>
              </w:rPr>
            </w:pPr>
            <w:r w:rsidRPr="00070EAF">
              <w:rPr>
                <w:rFonts w:ascii="Tahoma" w:hAnsi="Tahoma" w:cs="Tahoma"/>
                <w:sz w:val="20"/>
              </w:rPr>
              <w:lastRenderedPageBreak/>
              <w:t>Наименование филиала: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F4" w:rsidRPr="00070EAF" w:rsidRDefault="001716F4" w:rsidP="001716F4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070EAF">
              <w:rPr>
                <w:rFonts w:ascii="Tahoma" w:hAnsi="Tahoma" w:cs="Tahoma"/>
                <w:sz w:val="20"/>
              </w:rPr>
              <w:t>Наименование филиала:</w:t>
            </w:r>
          </w:p>
        </w:tc>
      </w:tr>
      <w:tr w:rsidR="001716F4" w:rsidRPr="00070EAF" w:rsidTr="00243200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F4" w:rsidRPr="00070EAF" w:rsidRDefault="001716F4" w:rsidP="001716F4">
            <w:pPr>
              <w:jc w:val="both"/>
              <w:rPr>
                <w:rFonts w:ascii="Tahoma" w:hAnsi="Tahoma" w:cs="Tahoma"/>
                <w:sz w:val="20"/>
              </w:rPr>
            </w:pPr>
            <w:r w:rsidRPr="00070EAF">
              <w:rPr>
                <w:rFonts w:ascii="Tahoma" w:hAnsi="Tahoma" w:cs="Tahoma"/>
                <w:sz w:val="20"/>
              </w:rPr>
              <w:t xml:space="preserve">КПП: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F4" w:rsidRPr="00070EAF" w:rsidRDefault="001716F4" w:rsidP="001716F4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070EAF">
              <w:rPr>
                <w:rFonts w:ascii="Tahoma" w:hAnsi="Tahoma" w:cs="Tahoma"/>
                <w:sz w:val="20"/>
              </w:rPr>
              <w:t xml:space="preserve">КПП: </w:t>
            </w:r>
          </w:p>
        </w:tc>
      </w:tr>
      <w:tr w:rsidR="001716F4" w:rsidRPr="00070EAF" w:rsidTr="00243200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F4" w:rsidRPr="00070EAF" w:rsidRDefault="001716F4" w:rsidP="001716F4">
            <w:pPr>
              <w:jc w:val="both"/>
              <w:rPr>
                <w:rFonts w:ascii="Tahoma" w:hAnsi="Tahoma" w:cs="Tahoma"/>
                <w:sz w:val="20"/>
              </w:rPr>
            </w:pPr>
            <w:r w:rsidRPr="00070EAF">
              <w:rPr>
                <w:rFonts w:ascii="Tahoma" w:hAnsi="Tahoma" w:cs="Tahoma"/>
                <w:sz w:val="20"/>
              </w:rPr>
              <w:t>Фактический адрес: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F4" w:rsidRPr="00070EAF" w:rsidRDefault="001716F4" w:rsidP="001716F4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070EAF">
              <w:rPr>
                <w:rFonts w:ascii="Tahoma" w:hAnsi="Tahoma" w:cs="Tahoma"/>
                <w:sz w:val="20"/>
              </w:rPr>
              <w:t>Фактический адрес:</w:t>
            </w:r>
          </w:p>
        </w:tc>
      </w:tr>
      <w:tr w:rsidR="001716F4" w:rsidRPr="00070EAF" w:rsidTr="00243200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F4" w:rsidRPr="00070EAF" w:rsidRDefault="001716F4" w:rsidP="001716F4">
            <w:pPr>
              <w:jc w:val="both"/>
              <w:rPr>
                <w:rFonts w:ascii="Tahoma" w:hAnsi="Tahoma" w:cs="Tahoma"/>
                <w:sz w:val="20"/>
              </w:rPr>
            </w:pPr>
            <w:r w:rsidRPr="00070EAF">
              <w:rPr>
                <w:rFonts w:ascii="Tahoma" w:hAnsi="Tahoma" w:cs="Tahoma"/>
                <w:sz w:val="20"/>
              </w:rPr>
              <w:t xml:space="preserve">Почтовый адрес для корреспонденции в РФ (с индексом): </w:t>
            </w:r>
          </w:p>
          <w:p w:rsidR="001716F4" w:rsidRPr="00070EAF" w:rsidRDefault="001716F4" w:rsidP="001716F4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F4" w:rsidRPr="00070EAF" w:rsidRDefault="001716F4" w:rsidP="001716F4">
            <w:pPr>
              <w:jc w:val="both"/>
              <w:rPr>
                <w:rFonts w:ascii="Tahoma" w:hAnsi="Tahoma" w:cs="Tahoma"/>
                <w:sz w:val="20"/>
              </w:rPr>
            </w:pPr>
            <w:r w:rsidRPr="00070EAF">
              <w:rPr>
                <w:rFonts w:ascii="Tahoma" w:hAnsi="Tahoma" w:cs="Tahoma"/>
                <w:sz w:val="20"/>
              </w:rPr>
              <w:t xml:space="preserve">Почтовый адрес для корреспонденции в РФ (с индексом): </w:t>
            </w:r>
          </w:p>
          <w:p w:rsidR="001716F4" w:rsidRPr="00070EAF" w:rsidRDefault="001716F4" w:rsidP="001716F4">
            <w:p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</w:tr>
      <w:tr w:rsidR="001716F4" w:rsidRPr="00070EAF" w:rsidTr="00243200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F4" w:rsidRPr="00070EAF" w:rsidRDefault="001716F4" w:rsidP="001716F4">
            <w:pPr>
              <w:jc w:val="both"/>
              <w:rPr>
                <w:rFonts w:ascii="Tahoma" w:hAnsi="Tahoma" w:cs="Tahoma"/>
                <w:sz w:val="20"/>
              </w:rPr>
            </w:pPr>
            <w:r w:rsidRPr="00070EAF">
              <w:rPr>
                <w:rFonts w:ascii="Tahoma" w:hAnsi="Tahoma" w:cs="Tahoma"/>
                <w:bCs/>
                <w:sz w:val="20"/>
              </w:rPr>
              <w:t>Электронная почта:</w:t>
            </w:r>
            <w:r w:rsidRPr="00070EAF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F4" w:rsidRPr="00070EAF" w:rsidRDefault="001716F4" w:rsidP="001716F4">
            <w:pPr>
              <w:jc w:val="both"/>
              <w:rPr>
                <w:rFonts w:ascii="Tahoma" w:hAnsi="Tahoma" w:cs="Tahoma"/>
                <w:sz w:val="20"/>
              </w:rPr>
            </w:pPr>
            <w:r w:rsidRPr="00070EAF">
              <w:rPr>
                <w:rFonts w:ascii="Tahoma" w:hAnsi="Tahoma" w:cs="Tahoma"/>
                <w:bCs/>
                <w:sz w:val="20"/>
              </w:rPr>
              <w:t>Электронная почта:</w:t>
            </w:r>
          </w:p>
        </w:tc>
      </w:tr>
      <w:tr w:rsidR="001716F4" w:rsidRPr="00070EAF" w:rsidTr="00243200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F4" w:rsidRPr="00070EAF" w:rsidRDefault="001716F4" w:rsidP="001716F4">
            <w:pPr>
              <w:jc w:val="both"/>
              <w:rPr>
                <w:rFonts w:ascii="Tahoma" w:hAnsi="Tahoma" w:cs="Tahoma"/>
                <w:sz w:val="20"/>
              </w:rPr>
            </w:pPr>
            <w:r w:rsidRPr="00070EAF">
              <w:rPr>
                <w:rFonts w:ascii="Tahoma" w:hAnsi="Tahoma" w:cs="Tahoma"/>
                <w:bCs/>
                <w:sz w:val="20"/>
              </w:rPr>
              <w:t>Адрес Интернет-сайта: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F4" w:rsidRPr="00070EAF" w:rsidRDefault="001716F4" w:rsidP="001716F4">
            <w:pPr>
              <w:jc w:val="both"/>
              <w:rPr>
                <w:rFonts w:ascii="Tahoma" w:hAnsi="Tahoma" w:cs="Tahoma"/>
                <w:sz w:val="20"/>
              </w:rPr>
            </w:pPr>
            <w:r w:rsidRPr="00070EAF">
              <w:rPr>
                <w:rFonts w:ascii="Tahoma" w:hAnsi="Tahoma" w:cs="Tahoma"/>
                <w:bCs/>
                <w:sz w:val="20"/>
              </w:rPr>
              <w:t>Адрес Интернет-сайта:</w:t>
            </w:r>
          </w:p>
        </w:tc>
      </w:tr>
      <w:tr w:rsidR="001716F4" w:rsidRPr="00070EAF" w:rsidTr="00243200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F4" w:rsidRPr="00070EAF" w:rsidRDefault="001716F4" w:rsidP="001716F4">
            <w:pPr>
              <w:jc w:val="both"/>
              <w:rPr>
                <w:rFonts w:ascii="Tahoma" w:hAnsi="Tahoma" w:cs="Tahoma"/>
                <w:sz w:val="20"/>
              </w:rPr>
            </w:pPr>
            <w:r w:rsidRPr="00070EAF">
              <w:rPr>
                <w:rFonts w:ascii="Tahoma" w:hAnsi="Tahoma" w:cs="Tahoma"/>
                <w:bCs/>
                <w:sz w:val="20"/>
              </w:rPr>
              <w:t>Тел. (с кодом):</w:t>
            </w:r>
            <w:r w:rsidRPr="00070EAF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F4" w:rsidRPr="00070EAF" w:rsidRDefault="001716F4" w:rsidP="001716F4">
            <w:pPr>
              <w:jc w:val="both"/>
              <w:rPr>
                <w:rFonts w:ascii="Tahoma" w:hAnsi="Tahoma" w:cs="Tahoma"/>
                <w:sz w:val="20"/>
              </w:rPr>
            </w:pPr>
            <w:r w:rsidRPr="00070EAF">
              <w:rPr>
                <w:rFonts w:ascii="Tahoma" w:hAnsi="Tahoma" w:cs="Tahoma"/>
                <w:bCs/>
                <w:sz w:val="20"/>
              </w:rPr>
              <w:t xml:space="preserve">Тел. (с кодом):  </w:t>
            </w:r>
          </w:p>
        </w:tc>
      </w:tr>
      <w:tr w:rsidR="001716F4" w:rsidRPr="00070EAF" w:rsidTr="00243200">
        <w:trPr>
          <w:cantSplit/>
          <w:trHeight w:val="12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F4" w:rsidRPr="00070EAF" w:rsidRDefault="001716F4" w:rsidP="001716F4">
            <w:pPr>
              <w:jc w:val="both"/>
              <w:rPr>
                <w:rFonts w:ascii="Tahoma" w:hAnsi="Tahoma" w:cs="Tahoma"/>
                <w:sz w:val="20"/>
              </w:rPr>
            </w:pPr>
            <w:r w:rsidRPr="00070EAF">
              <w:rPr>
                <w:rFonts w:ascii="Tahoma" w:hAnsi="Tahoma" w:cs="Tahoma"/>
                <w:bCs/>
                <w:sz w:val="20"/>
              </w:rPr>
              <w:t>Факс (с кодом):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F4" w:rsidRPr="00070EAF" w:rsidRDefault="001716F4" w:rsidP="001716F4">
            <w:pPr>
              <w:jc w:val="both"/>
              <w:rPr>
                <w:rFonts w:ascii="Tahoma" w:hAnsi="Tahoma" w:cs="Tahoma"/>
                <w:sz w:val="20"/>
              </w:rPr>
            </w:pPr>
            <w:r w:rsidRPr="00070EAF">
              <w:rPr>
                <w:rFonts w:ascii="Tahoma" w:hAnsi="Tahoma" w:cs="Tahoma"/>
                <w:bCs/>
                <w:sz w:val="20"/>
              </w:rPr>
              <w:t>Факс (с кодом):</w:t>
            </w:r>
          </w:p>
        </w:tc>
      </w:tr>
      <w:tr w:rsidR="001716F4" w:rsidRPr="00070EAF" w:rsidTr="00243200">
        <w:trPr>
          <w:cantSplit/>
          <w:trHeight w:val="51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F4" w:rsidRPr="00070EAF" w:rsidRDefault="001716F4" w:rsidP="001716F4">
            <w:pPr>
              <w:jc w:val="both"/>
              <w:rPr>
                <w:rFonts w:ascii="Tahoma" w:hAnsi="Tahoma" w:cs="Tahoma"/>
                <w:sz w:val="20"/>
              </w:rPr>
            </w:pPr>
            <w:r w:rsidRPr="00070EAF">
              <w:rPr>
                <w:rFonts w:ascii="Tahoma" w:hAnsi="Tahoma" w:cs="Tahoma"/>
                <w:bCs/>
                <w:sz w:val="20"/>
              </w:rPr>
              <w:t>Банковские реквизиты:</w:t>
            </w:r>
            <w:r w:rsidRPr="00070EAF">
              <w:rPr>
                <w:rFonts w:ascii="Tahoma" w:hAnsi="Tahoma" w:cs="Tahoma"/>
                <w:sz w:val="20"/>
              </w:rPr>
              <w:t xml:space="preserve"> </w:t>
            </w:r>
          </w:p>
          <w:p w:rsidR="001716F4" w:rsidRPr="00070EAF" w:rsidRDefault="001716F4" w:rsidP="001716F4">
            <w:pPr>
              <w:jc w:val="both"/>
              <w:rPr>
                <w:rFonts w:ascii="Tahoma" w:hAnsi="Tahoma" w:cs="Tahoma"/>
                <w:sz w:val="20"/>
              </w:rPr>
            </w:pPr>
            <w:r w:rsidRPr="00070EAF">
              <w:rPr>
                <w:rFonts w:ascii="Tahoma" w:hAnsi="Tahoma" w:cs="Tahoma"/>
                <w:sz w:val="20"/>
              </w:rPr>
              <w:t>Получатель:</w:t>
            </w:r>
          </w:p>
          <w:p w:rsidR="001716F4" w:rsidRPr="00070EAF" w:rsidRDefault="001716F4" w:rsidP="001716F4">
            <w:pPr>
              <w:jc w:val="both"/>
              <w:rPr>
                <w:rFonts w:ascii="Tahoma" w:hAnsi="Tahoma" w:cs="Tahoma"/>
                <w:sz w:val="20"/>
              </w:rPr>
            </w:pPr>
            <w:r w:rsidRPr="00070EAF">
              <w:rPr>
                <w:rFonts w:ascii="Tahoma" w:hAnsi="Tahoma" w:cs="Tahoma"/>
                <w:sz w:val="20"/>
              </w:rPr>
              <w:t>ИНН/КПП:</w:t>
            </w:r>
          </w:p>
          <w:p w:rsidR="001716F4" w:rsidRPr="00070EAF" w:rsidRDefault="001716F4" w:rsidP="001716F4">
            <w:pPr>
              <w:jc w:val="both"/>
              <w:rPr>
                <w:rFonts w:ascii="Tahoma" w:hAnsi="Tahoma" w:cs="Tahoma"/>
                <w:sz w:val="20"/>
              </w:rPr>
            </w:pPr>
            <w:r w:rsidRPr="00070EAF">
              <w:rPr>
                <w:rFonts w:ascii="Tahoma" w:hAnsi="Tahoma" w:cs="Tahoma"/>
                <w:sz w:val="20"/>
              </w:rPr>
              <w:t xml:space="preserve">Расчетный счет N </w:t>
            </w:r>
          </w:p>
          <w:p w:rsidR="001716F4" w:rsidRPr="00070EAF" w:rsidRDefault="001716F4" w:rsidP="001716F4">
            <w:pPr>
              <w:jc w:val="both"/>
              <w:rPr>
                <w:rFonts w:ascii="Tahoma" w:hAnsi="Tahoma" w:cs="Tahoma"/>
                <w:sz w:val="20"/>
              </w:rPr>
            </w:pPr>
            <w:r w:rsidRPr="00070EAF">
              <w:rPr>
                <w:rFonts w:ascii="Tahoma" w:hAnsi="Tahoma" w:cs="Tahoma"/>
                <w:sz w:val="20"/>
              </w:rPr>
              <w:t>в банке __________</w:t>
            </w:r>
          </w:p>
          <w:p w:rsidR="001716F4" w:rsidRPr="00070EAF" w:rsidRDefault="001716F4" w:rsidP="001716F4">
            <w:pPr>
              <w:jc w:val="both"/>
              <w:rPr>
                <w:rFonts w:ascii="Tahoma" w:hAnsi="Tahoma" w:cs="Tahoma"/>
                <w:sz w:val="20"/>
              </w:rPr>
            </w:pPr>
            <w:r w:rsidRPr="00070EAF">
              <w:rPr>
                <w:rFonts w:ascii="Tahoma" w:hAnsi="Tahoma" w:cs="Tahoma"/>
                <w:sz w:val="20"/>
              </w:rPr>
              <w:t xml:space="preserve">в г.______________ </w:t>
            </w:r>
          </w:p>
          <w:p w:rsidR="001716F4" w:rsidRPr="00070EAF" w:rsidRDefault="001716F4" w:rsidP="001716F4">
            <w:pPr>
              <w:jc w:val="both"/>
              <w:rPr>
                <w:rFonts w:ascii="Tahoma" w:hAnsi="Tahoma" w:cs="Tahoma"/>
                <w:sz w:val="20"/>
              </w:rPr>
            </w:pPr>
            <w:proofErr w:type="spellStart"/>
            <w:proofErr w:type="gramStart"/>
            <w:r w:rsidRPr="00070EAF">
              <w:rPr>
                <w:rFonts w:ascii="Tahoma" w:hAnsi="Tahoma" w:cs="Tahoma"/>
                <w:sz w:val="20"/>
              </w:rPr>
              <w:t>кор.счет</w:t>
            </w:r>
            <w:proofErr w:type="spellEnd"/>
            <w:proofErr w:type="gramEnd"/>
            <w:r w:rsidRPr="00070EAF">
              <w:rPr>
                <w:rFonts w:ascii="Tahoma" w:hAnsi="Tahoma" w:cs="Tahoma"/>
                <w:sz w:val="20"/>
              </w:rPr>
              <w:t xml:space="preserve"> N </w:t>
            </w:r>
          </w:p>
          <w:p w:rsidR="001716F4" w:rsidRPr="00070EAF" w:rsidRDefault="001716F4" w:rsidP="001716F4">
            <w:pPr>
              <w:jc w:val="both"/>
              <w:rPr>
                <w:rFonts w:ascii="Tahoma" w:hAnsi="Tahoma" w:cs="Tahoma"/>
                <w:sz w:val="20"/>
              </w:rPr>
            </w:pPr>
            <w:r w:rsidRPr="00070EAF">
              <w:rPr>
                <w:rFonts w:ascii="Tahoma" w:hAnsi="Tahoma" w:cs="Tahoma"/>
                <w:sz w:val="20"/>
              </w:rPr>
              <w:t>БИК:</w:t>
            </w:r>
          </w:p>
          <w:p w:rsidR="001716F4" w:rsidRPr="00070EAF" w:rsidRDefault="001716F4" w:rsidP="001716F4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F4" w:rsidRPr="00070EAF" w:rsidRDefault="001716F4" w:rsidP="001716F4">
            <w:pPr>
              <w:jc w:val="both"/>
              <w:rPr>
                <w:rFonts w:ascii="Tahoma" w:hAnsi="Tahoma" w:cs="Tahoma"/>
                <w:sz w:val="20"/>
              </w:rPr>
            </w:pPr>
            <w:r w:rsidRPr="00070EAF">
              <w:rPr>
                <w:rFonts w:ascii="Tahoma" w:hAnsi="Tahoma" w:cs="Tahoma"/>
                <w:bCs/>
                <w:sz w:val="20"/>
              </w:rPr>
              <w:t>Банковские реквизиты:</w:t>
            </w:r>
            <w:r w:rsidRPr="00070EAF">
              <w:rPr>
                <w:rFonts w:ascii="Tahoma" w:hAnsi="Tahoma" w:cs="Tahoma"/>
                <w:sz w:val="20"/>
              </w:rPr>
              <w:t xml:space="preserve"> </w:t>
            </w:r>
          </w:p>
          <w:p w:rsidR="001716F4" w:rsidRPr="00070EAF" w:rsidRDefault="001716F4" w:rsidP="001716F4">
            <w:pPr>
              <w:jc w:val="both"/>
              <w:rPr>
                <w:rFonts w:ascii="Tahoma" w:hAnsi="Tahoma" w:cs="Tahoma"/>
                <w:sz w:val="20"/>
              </w:rPr>
            </w:pPr>
            <w:r w:rsidRPr="00070EAF">
              <w:rPr>
                <w:rFonts w:ascii="Tahoma" w:hAnsi="Tahoma" w:cs="Tahoma"/>
                <w:sz w:val="20"/>
              </w:rPr>
              <w:t xml:space="preserve">Расчетный счет N </w:t>
            </w:r>
          </w:p>
          <w:p w:rsidR="001716F4" w:rsidRPr="00070EAF" w:rsidRDefault="001716F4" w:rsidP="001716F4">
            <w:pPr>
              <w:jc w:val="both"/>
              <w:rPr>
                <w:rFonts w:ascii="Tahoma" w:hAnsi="Tahoma" w:cs="Tahoma"/>
                <w:sz w:val="20"/>
              </w:rPr>
            </w:pPr>
            <w:r w:rsidRPr="00070EAF">
              <w:rPr>
                <w:rFonts w:ascii="Tahoma" w:hAnsi="Tahoma" w:cs="Tahoma"/>
                <w:sz w:val="20"/>
              </w:rPr>
              <w:t>в банке __________</w:t>
            </w:r>
          </w:p>
          <w:p w:rsidR="001716F4" w:rsidRPr="00070EAF" w:rsidRDefault="001716F4" w:rsidP="001716F4">
            <w:pPr>
              <w:jc w:val="both"/>
              <w:rPr>
                <w:rFonts w:ascii="Tahoma" w:hAnsi="Tahoma" w:cs="Tahoma"/>
                <w:sz w:val="20"/>
              </w:rPr>
            </w:pPr>
            <w:r w:rsidRPr="00070EAF">
              <w:rPr>
                <w:rFonts w:ascii="Tahoma" w:hAnsi="Tahoma" w:cs="Tahoma"/>
                <w:sz w:val="20"/>
              </w:rPr>
              <w:t xml:space="preserve">в г.______________ </w:t>
            </w:r>
          </w:p>
          <w:p w:rsidR="001716F4" w:rsidRPr="00070EAF" w:rsidRDefault="001716F4" w:rsidP="001716F4">
            <w:pPr>
              <w:jc w:val="both"/>
              <w:rPr>
                <w:rFonts w:ascii="Tahoma" w:hAnsi="Tahoma" w:cs="Tahoma"/>
                <w:sz w:val="20"/>
              </w:rPr>
            </w:pPr>
            <w:proofErr w:type="spellStart"/>
            <w:proofErr w:type="gramStart"/>
            <w:r w:rsidRPr="00070EAF">
              <w:rPr>
                <w:rFonts w:ascii="Tahoma" w:hAnsi="Tahoma" w:cs="Tahoma"/>
                <w:sz w:val="20"/>
              </w:rPr>
              <w:t>кор.счет</w:t>
            </w:r>
            <w:proofErr w:type="spellEnd"/>
            <w:proofErr w:type="gramEnd"/>
            <w:r w:rsidRPr="00070EAF">
              <w:rPr>
                <w:rFonts w:ascii="Tahoma" w:hAnsi="Tahoma" w:cs="Tahoma"/>
                <w:sz w:val="20"/>
              </w:rPr>
              <w:t xml:space="preserve"> N </w:t>
            </w:r>
          </w:p>
          <w:p w:rsidR="001716F4" w:rsidRPr="00070EAF" w:rsidRDefault="001716F4" w:rsidP="001716F4">
            <w:pPr>
              <w:jc w:val="both"/>
              <w:rPr>
                <w:rFonts w:ascii="Tahoma" w:hAnsi="Tahoma" w:cs="Tahoma"/>
                <w:sz w:val="20"/>
              </w:rPr>
            </w:pPr>
            <w:r w:rsidRPr="00070EAF">
              <w:rPr>
                <w:rFonts w:ascii="Tahoma" w:hAnsi="Tahoma" w:cs="Tahoma"/>
                <w:sz w:val="20"/>
              </w:rPr>
              <w:t xml:space="preserve">БИК: </w:t>
            </w:r>
          </w:p>
          <w:p w:rsidR="001716F4" w:rsidRPr="00070EAF" w:rsidRDefault="001716F4" w:rsidP="001716F4">
            <w:p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</w:tr>
      <w:tr w:rsidR="001716F4" w:rsidRPr="003B07CA" w:rsidTr="00243200">
        <w:trPr>
          <w:cantSplit/>
          <w:trHeight w:val="42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F4" w:rsidRPr="00070EAF" w:rsidRDefault="001716F4" w:rsidP="001A57ED">
            <w:pPr>
              <w:jc w:val="both"/>
              <w:rPr>
                <w:rFonts w:ascii="Tahoma" w:hAnsi="Tahoma" w:cs="Tahoma"/>
                <w:sz w:val="20"/>
              </w:rPr>
            </w:pPr>
            <w:r w:rsidRPr="00070EAF">
              <w:rPr>
                <w:rFonts w:ascii="Tahoma" w:hAnsi="Tahoma" w:cs="Tahoma"/>
                <w:sz w:val="20"/>
              </w:rPr>
              <w:t>__________________ (</w:t>
            </w:r>
            <w:r w:rsidR="001A57ED">
              <w:rPr>
                <w:rFonts w:ascii="Tahoma" w:hAnsi="Tahoma" w:cs="Tahoma"/>
                <w:sz w:val="20"/>
              </w:rPr>
              <w:t>____________________)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F4" w:rsidRPr="00E360AB" w:rsidRDefault="001716F4" w:rsidP="001A57ED">
            <w:pPr>
              <w:jc w:val="both"/>
              <w:rPr>
                <w:rFonts w:ascii="Tahoma" w:hAnsi="Tahoma" w:cs="Tahoma"/>
                <w:sz w:val="20"/>
              </w:rPr>
            </w:pPr>
            <w:r w:rsidRPr="00070EAF">
              <w:rPr>
                <w:rFonts w:ascii="Tahoma" w:hAnsi="Tahoma" w:cs="Tahoma"/>
                <w:sz w:val="20"/>
              </w:rPr>
              <w:t>_______________ (</w:t>
            </w:r>
            <w:r w:rsidR="001A57ED">
              <w:rPr>
                <w:rFonts w:ascii="Tahoma" w:hAnsi="Tahoma" w:cs="Tahoma"/>
                <w:sz w:val="20"/>
              </w:rPr>
              <w:t>___________________________)</w:t>
            </w:r>
          </w:p>
        </w:tc>
      </w:tr>
    </w:tbl>
    <w:p w:rsidR="00677836" w:rsidRPr="003B07CA" w:rsidRDefault="00677836" w:rsidP="00677836">
      <w:pPr>
        <w:jc w:val="both"/>
        <w:rPr>
          <w:rFonts w:ascii="Tahoma" w:hAnsi="Tahoma" w:cs="Tahoma"/>
          <w:sz w:val="20"/>
        </w:rPr>
      </w:pPr>
    </w:p>
    <w:p w:rsidR="00677836" w:rsidRPr="003B07CA" w:rsidRDefault="00677836" w:rsidP="00677836">
      <w:pPr>
        <w:rPr>
          <w:rFonts w:ascii="Tahoma" w:hAnsi="Tahoma" w:cs="Tahoma"/>
          <w:sz w:val="20"/>
        </w:rPr>
      </w:pPr>
    </w:p>
    <w:p w:rsidR="00A35FAA" w:rsidRPr="003B07CA" w:rsidRDefault="00A35FAA">
      <w:bookmarkStart w:id="0" w:name="_GoBack"/>
      <w:bookmarkEnd w:id="0"/>
    </w:p>
    <w:sectPr w:rsidR="00A35FAA" w:rsidRPr="003B07CA" w:rsidSect="00490E8C">
      <w:footerReference w:type="default" r:id="rId11"/>
      <w:pgSz w:w="12240" w:h="15840"/>
      <w:pgMar w:top="1440" w:right="1041" w:bottom="1440" w:left="1440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E91" w:rsidRDefault="00111E91">
      <w:r>
        <w:separator/>
      </w:r>
    </w:p>
  </w:endnote>
  <w:endnote w:type="continuationSeparator" w:id="0">
    <w:p w:rsidR="00111E91" w:rsidRDefault="00111E91">
      <w:r>
        <w:continuationSeparator/>
      </w:r>
    </w:p>
  </w:endnote>
  <w:endnote w:type="continuationNotice" w:id="1">
    <w:p w:rsidR="00111E91" w:rsidRDefault="00111E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3549216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:rsidR="001C26F1" w:rsidRPr="00490E8C" w:rsidRDefault="001C26F1" w:rsidP="00490E8C">
        <w:pPr>
          <w:pStyle w:val="a5"/>
          <w:jc w:val="both"/>
          <w:rPr>
            <w:rFonts w:ascii="Tahoma" w:hAnsi="Tahoma" w:cs="Tahoma"/>
            <w:sz w:val="16"/>
            <w:szCs w:val="16"/>
            <w:lang w:val="ru-RU"/>
          </w:rPr>
        </w:pPr>
      </w:p>
      <w:p w:rsidR="001C26F1" w:rsidRPr="00490E8C" w:rsidRDefault="001C26F1" w:rsidP="00490E8C">
        <w:pPr>
          <w:pStyle w:val="a5"/>
          <w:jc w:val="both"/>
          <w:rPr>
            <w:rFonts w:ascii="Tahoma" w:hAnsi="Tahoma" w:cs="Tahoma"/>
            <w:sz w:val="16"/>
            <w:szCs w:val="16"/>
            <w:lang w:val="ru-RU"/>
          </w:rPr>
        </w:pPr>
      </w:p>
      <w:p w:rsidR="001C26F1" w:rsidRPr="00F02128" w:rsidRDefault="00F02128">
        <w:pPr>
          <w:pStyle w:val="a5"/>
          <w:jc w:val="right"/>
          <w:rPr>
            <w:rFonts w:ascii="Tahoma" w:hAnsi="Tahoma" w:cs="Tahoma"/>
            <w:sz w:val="20"/>
            <w:szCs w:val="20"/>
            <w:lang w:val="ru-RU"/>
          </w:rPr>
        </w:pPr>
        <w:r w:rsidRPr="00F02128">
          <w:rPr>
            <w:rFonts w:ascii="Tahoma" w:hAnsi="Tahoma" w:cs="Tahoma"/>
            <w:color w:val="333333"/>
            <w:sz w:val="16"/>
            <w:szCs w:val="16"/>
            <w:shd w:val="clear" w:color="auto" w:fill="FFFFFF"/>
            <w:lang w:val="ru-RU"/>
          </w:rPr>
          <w:t>Организация, осуществляющая горячее водоснабжение</w:t>
        </w:r>
        <w:r w:rsidRPr="00F02128">
          <w:rPr>
            <w:rFonts w:ascii="Tahoma" w:hAnsi="Tahoma" w:cs="Tahoma"/>
            <w:sz w:val="16"/>
            <w:szCs w:val="16"/>
            <w:lang w:val="ru-RU"/>
          </w:rPr>
          <w:t>: ________________                           Исполнитель: ________________</w:t>
        </w:r>
        <w:r w:rsidR="001C26F1" w:rsidRPr="00DE17F5">
          <w:rPr>
            <w:rFonts w:ascii="Tahoma" w:hAnsi="Tahoma" w:cs="Tahoma"/>
            <w:sz w:val="20"/>
            <w:szCs w:val="20"/>
          </w:rPr>
          <w:fldChar w:fldCharType="begin"/>
        </w:r>
        <w:r w:rsidR="001C26F1" w:rsidRPr="00DE17F5">
          <w:rPr>
            <w:rFonts w:ascii="Tahoma" w:hAnsi="Tahoma" w:cs="Tahoma"/>
            <w:sz w:val="20"/>
            <w:szCs w:val="20"/>
          </w:rPr>
          <w:instrText>PAGE</w:instrText>
        </w:r>
        <w:r w:rsidR="001C26F1" w:rsidRPr="00F02128">
          <w:rPr>
            <w:rFonts w:ascii="Tahoma" w:hAnsi="Tahoma" w:cs="Tahoma"/>
            <w:sz w:val="20"/>
            <w:szCs w:val="20"/>
            <w:lang w:val="ru-RU"/>
          </w:rPr>
          <w:instrText xml:space="preserve">   \* </w:instrText>
        </w:r>
        <w:r w:rsidR="001C26F1" w:rsidRPr="00DE17F5">
          <w:rPr>
            <w:rFonts w:ascii="Tahoma" w:hAnsi="Tahoma" w:cs="Tahoma"/>
            <w:sz w:val="20"/>
            <w:szCs w:val="20"/>
          </w:rPr>
          <w:instrText>MERGEFORMAT</w:instrText>
        </w:r>
        <w:r w:rsidR="001C26F1" w:rsidRPr="00DE17F5">
          <w:rPr>
            <w:rFonts w:ascii="Tahoma" w:hAnsi="Tahoma" w:cs="Tahoma"/>
            <w:sz w:val="20"/>
            <w:szCs w:val="20"/>
          </w:rPr>
          <w:fldChar w:fldCharType="separate"/>
        </w:r>
        <w:r w:rsidR="001A57ED" w:rsidRPr="001A57ED">
          <w:rPr>
            <w:rFonts w:ascii="Tahoma" w:hAnsi="Tahoma" w:cs="Tahoma"/>
            <w:noProof/>
            <w:sz w:val="20"/>
            <w:szCs w:val="20"/>
            <w:lang w:val="ru-RU"/>
          </w:rPr>
          <w:t>9</w:t>
        </w:r>
        <w:r w:rsidR="001C26F1" w:rsidRPr="00DE17F5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1C26F1" w:rsidRPr="00F02128" w:rsidRDefault="001C26F1">
    <w:pPr>
      <w:pStyle w:val="a5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E91" w:rsidRDefault="00111E91">
      <w:r>
        <w:separator/>
      </w:r>
    </w:p>
  </w:footnote>
  <w:footnote w:type="continuationSeparator" w:id="0">
    <w:p w:rsidR="00111E91" w:rsidRDefault="00111E91">
      <w:r>
        <w:continuationSeparator/>
      </w:r>
    </w:p>
  </w:footnote>
  <w:footnote w:type="continuationNotice" w:id="1">
    <w:p w:rsidR="00111E91" w:rsidRDefault="00111E91"/>
  </w:footnote>
  <w:footnote w:id="2">
    <w:p w:rsidR="001A40F9" w:rsidRPr="00C86B06" w:rsidRDefault="001A40F9" w:rsidP="001A40F9">
      <w:pPr>
        <w:pStyle w:val="ad"/>
        <w:contextualSpacing/>
        <w:jc w:val="both"/>
        <w:rPr>
          <w:rStyle w:val="af"/>
        </w:rPr>
      </w:pPr>
      <w:r w:rsidRPr="00070EAF">
        <w:rPr>
          <w:rStyle w:val="af"/>
        </w:rPr>
        <w:footnoteRef/>
      </w:r>
      <w:r w:rsidRPr="00070EAF">
        <w:rPr>
          <w:rStyle w:val="af"/>
        </w:rPr>
        <w:t xml:space="preserve"> Прием показаний по тахометрическим ПУ ГВС осуществляется через онлайн-сервис передачи показаний на сайте филиала АО «ЭнергосбыТ Плюс» ежемесячно с 15 по 25 число (в левом верхнем углу необходимо выбрать раздел «Для бизнеса», далее - «Горячая вода», далее - «Передать показания онлайн»).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removeDateAndTim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836"/>
    <w:rsid w:val="000426F7"/>
    <w:rsid w:val="00070EAF"/>
    <w:rsid w:val="000C1CBC"/>
    <w:rsid w:val="00111E91"/>
    <w:rsid w:val="001716F4"/>
    <w:rsid w:val="001A40F9"/>
    <w:rsid w:val="001A57ED"/>
    <w:rsid w:val="001A7DE1"/>
    <w:rsid w:val="001B0905"/>
    <w:rsid w:val="001C26F1"/>
    <w:rsid w:val="001D2D30"/>
    <w:rsid w:val="001D3FBA"/>
    <w:rsid w:val="00202878"/>
    <w:rsid w:val="00211C0F"/>
    <w:rsid w:val="0022081C"/>
    <w:rsid w:val="00261EDD"/>
    <w:rsid w:val="00263821"/>
    <w:rsid w:val="00286F02"/>
    <w:rsid w:val="002C1A76"/>
    <w:rsid w:val="002F1167"/>
    <w:rsid w:val="003335BF"/>
    <w:rsid w:val="00355105"/>
    <w:rsid w:val="00363B71"/>
    <w:rsid w:val="003B07CA"/>
    <w:rsid w:val="003E6019"/>
    <w:rsid w:val="004221ED"/>
    <w:rsid w:val="00431974"/>
    <w:rsid w:val="00445DBC"/>
    <w:rsid w:val="00457B1C"/>
    <w:rsid w:val="00482297"/>
    <w:rsid w:val="00490E8C"/>
    <w:rsid w:val="004B3F67"/>
    <w:rsid w:val="004C586C"/>
    <w:rsid w:val="004D764E"/>
    <w:rsid w:val="004E70E6"/>
    <w:rsid w:val="004F78C3"/>
    <w:rsid w:val="004F7FB9"/>
    <w:rsid w:val="00540BB7"/>
    <w:rsid w:val="0054498A"/>
    <w:rsid w:val="0057741A"/>
    <w:rsid w:val="005D39C5"/>
    <w:rsid w:val="005F087E"/>
    <w:rsid w:val="005F68C7"/>
    <w:rsid w:val="00657C63"/>
    <w:rsid w:val="00677836"/>
    <w:rsid w:val="0068035F"/>
    <w:rsid w:val="00683C13"/>
    <w:rsid w:val="006B1E73"/>
    <w:rsid w:val="006E1751"/>
    <w:rsid w:val="00706A88"/>
    <w:rsid w:val="007316C0"/>
    <w:rsid w:val="00793D9A"/>
    <w:rsid w:val="007C7D70"/>
    <w:rsid w:val="007E3B41"/>
    <w:rsid w:val="007F65F5"/>
    <w:rsid w:val="00800133"/>
    <w:rsid w:val="00833DA1"/>
    <w:rsid w:val="0084560D"/>
    <w:rsid w:val="008509C6"/>
    <w:rsid w:val="008573BC"/>
    <w:rsid w:val="008A1069"/>
    <w:rsid w:val="008A3070"/>
    <w:rsid w:val="008B5714"/>
    <w:rsid w:val="008C3076"/>
    <w:rsid w:val="00932A34"/>
    <w:rsid w:val="00932EFF"/>
    <w:rsid w:val="00935246"/>
    <w:rsid w:val="009A090F"/>
    <w:rsid w:val="00A10DE0"/>
    <w:rsid w:val="00A13BB6"/>
    <w:rsid w:val="00A35FAA"/>
    <w:rsid w:val="00A84A1A"/>
    <w:rsid w:val="00AB0FC9"/>
    <w:rsid w:val="00AD1EE1"/>
    <w:rsid w:val="00AD2E05"/>
    <w:rsid w:val="00B05BEA"/>
    <w:rsid w:val="00B16936"/>
    <w:rsid w:val="00B46482"/>
    <w:rsid w:val="00BE3649"/>
    <w:rsid w:val="00BE7DD9"/>
    <w:rsid w:val="00C441DE"/>
    <w:rsid w:val="00C513A1"/>
    <w:rsid w:val="00C70F0A"/>
    <w:rsid w:val="00C75656"/>
    <w:rsid w:val="00CA56FB"/>
    <w:rsid w:val="00CC71FF"/>
    <w:rsid w:val="00CE145A"/>
    <w:rsid w:val="00CF44B2"/>
    <w:rsid w:val="00D152BE"/>
    <w:rsid w:val="00D217CF"/>
    <w:rsid w:val="00D624CF"/>
    <w:rsid w:val="00DE17F5"/>
    <w:rsid w:val="00E344F1"/>
    <w:rsid w:val="00E93BDB"/>
    <w:rsid w:val="00EB0FC1"/>
    <w:rsid w:val="00EE5659"/>
    <w:rsid w:val="00F02128"/>
    <w:rsid w:val="00F52BCA"/>
    <w:rsid w:val="00F605E9"/>
    <w:rsid w:val="00F66945"/>
    <w:rsid w:val="00FB1CB1"/>
    <w:rsid w:val="00FC294F"/>
    <w:rsid w:val="00FC2F0A"/>
    <w:rsid w:val="00FC45BB"/>
    <w:rsid w:val="00FE0E34"/>
    <w:rsid w:val="00FF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7D682B"/>
  <w15:docId w15:val="{EF816AD4-E3FE-4121-A8C4-4204DB4E9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836"/>
    <w:pPr>
      <w:widowControl w:val="0"/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41DE"/>
    <w:pPr>
      <w:widowControl/>
      <w:tabs>
        <w:tab w:val="center" w:pos="4680"/>
        <w:tab w:val="right" w:pos="9360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B3F67"/>
  </w:style>
  <w:style w:type="paragraph" w:styleId="a5">
    <w:name w:val="footer"/>
    <w:basedOn w:val="a"/>
    <w:link w:val="a6"/>
    <w:uiPriority w:val="99"/>
    <w:unhideWhenUsed/>
    <w:rsid w:val="00C441DE"/>
    <w:pPr>
      <w:widowControl/>
      <w:tabs>
        <w:tab w:val="center" w:pos="4680"/>
        <w:tab w:val="right" w:pos="9360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4B3F67"/>
  </w:style>
  <w:style w:type="paragraph" w:styleId="a7">
    <w:name w:val="Title"/>
    <w:basedOn w:val="a"/>
    <w:link w:val="a8"/>
    <w:uiPriority w:val="99"/>
    <w:qFormat/>
    <w:rsid w:val="00677836"/>
    <w:pPr>
      <w:widowControl/>
      <w:overflowPunct/>
      <w:adjustRightInd/>
      <w:jc w:val="center"/>
    </w:pPr>
    <w:rPr>
      <w:b/>
      <w:bCs/>
      <w:sz w:val="28"/>
      <w:szCs w:val="28"/>
    </w:rPr>
  </w:style>
  <w:style w:type="character" w:customStyle="1" w:styleId="a8">
    <w:name w:val="Заголовок Знак"/>
    <w:link w:val="a7"/>
    <w:uiPriority w:val="99"/>
    <w:rsid w:val="00677836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9">
    <w:name w:val="Body Text"/>
    <w:basedOn w:val="a"/>
    <w:link w:val="aa"/>
    <w:uiPriority w:val="99"/>
    <w:rsid w:val="00677836"/>
    <w:pPr>
      <w:widowControl/>
      <w:overflowPunct/>
      <w:autoSpaceDE/>
      <w:autoSpaceDN/>
      <w:adjustRightInd/>
      <w:jc w:val="both"/>
    </w:pPr>
    <w:rPr>
      <w:rFonts w:ascii="Arial" w:hAnsi="Arial"/>
      <w:sz w:val="20"/>
      <w:szCs w:val="24"/>
    </w:rPr>
  </w:style>
  <w:style w:type="character" w:customStyle="1" w:styleId="aa">
    <w:name w:val="Основной текст Знак"/>
    <w:link w:val="a9"/>
    <w:uiPriority w:val="99"/>
    <w:rsid w:val="00677836"/>
    <w:rPr>
      <w:rFonts w:ascii="Arial" w:eastAsia="Times New Roman" w:hAnsi="Arial" w:cs="Times New Roman"/>
      <w:sz w:val="20"/>
      <w:szCs w:val="24"/>
      <w:lang w:val="ru-RU" w:eastAsia="ru-RU"/>
    </w:rPr>
  </w:style>
  <w:style w:type="paragraph" w:styleId="ab">
    <w:name w:val="Body Text Indent"/>
    <w:basedOn w:val="a"/>
    <w:link w:val="ac"/>
    <w:uiPriority w:val="99"/>
    <w:semiHidden/>
    <w:rsid w:val="00677836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rsid w:val="00677836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ConsPlusNormal">
    <w:name w:val="ConsPlusNormal"/>
    <w:rsid w:val="0067783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8"/>
      <w:szCs w:val="18"/>
    </w:rPr>
  </w:style>
  <w:style w:type="paragraph" w:customStyle="1" w:styleId="ConsPlusNonformat">
    <w:name w:val="ConsPlusNonformat"/>
    <w:uiPriority w:val="99"/>
    <w:rsid w:val="006778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footnote text"/>
    <w:basedOn w:val="a"/>
    <w:link w:val="ae"/>
    <w:uiPriority w:val="99"/>
    <w:semiHidden/>
    <w:unhideWhenUsed/>
    <w:rsid w:val="00677836"/>
    <w:rPr>
      <w:sz w:val="20"/>
    </w:rPr>
  </w:style>
  <w:style w:type="character" w:customStyle="1" w:styleId="ae">
    <w:name w:val="Текст сноски Знак"/>
    <w:link w:val="ad"/>
    <w:uiPriority w:val="99"/>
    <w:semiHidden/>
    <w:rsid w:val="0067783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">
    <w:name w:val="footnote reference"/>
    <w:uiPriority w:val="99"/>
    <w:semiHidden/>
    <w:unhideWhenUsed/>
    <w:rsid w:val="00677836"/>
    <w:rPr>
      <w:vertAlign w:val="superscript"/>
    </w:rPr>
  </w:style>
  <w:style w:type="paragraph" w:styleId="af0">
    <w:name w:val="Balloon Text"/>
    <w:basedOn w:val="a"/>
    <w:link w:val="af1"/>
    <w:uiPriority w:val="99"/>
    <w:semiHidden/>
    <w:unhideWhenUsed/>
    <w:rsid w:val="00C7565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C7565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f2">
    <w:name w:val="annotation text"/>
    <w:basedOn w:val="a"/>
    <w:link w:val="af3"/>
    <w:uiPriority w:val="99"/>
    <w:rsid w:val="00FF0A2D"/>
    <w:pPr>
      <w:textAlignment w:val="baseline"/>
    </w:pPr>
    <w:rPr>
      <w:sz w:val="20"/>
    </w:rPr>
  </w:style>
  <w:style w:type="character" w:customStyle="1" w:styleId="af3">
    <w:name w:val="Текст примечания Знак"/>
    <w:link w:val="af2"/>
    <w:uiPriority w:val="99"/>
    <w:rsid w:val="00FF0A2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4">
    <w:name w:val="annotation reference"/>
    <w:uiPriority w:val="99"/>
    <w:semiHidden/>
    <w:unhideWhenUsed/>
    <w:rsid w:val="00FF0A2D"/>
    <w:rPr>
      <w:sz w:val="16"/>
      <w:szCs w:val="16"/>
    </w:rPr>
  </w:style>
  <w:style w:type="paragraph" w:customStyle="1" w:styleId="ConsNormal">
    <w:name w:val="ConsNormal"/>
    <w:uiPriority w:val="99"/>
    <w:rsid w:val="0035510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5">
    <w:name w:val="annotation subject"/>
    <w:basedOn w:val="af2"/>
    <w:next w:val="af2"/>
    <w:link w:val="af6"/>
    <w:uiPriority w:val="99"/>
    <w:semiHidden/>
    <w:unhideWhenUsed/>
    <w:rsid w:val="00932A34"/>
    <w:pPr>
      <w:textAlignment w:val="auto"/>
    </w:pPr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932A34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Default">
    <w:name w:val="Default"/>
    <w:uiPriority w:val="99"/>
    <w:rsid w:val="001716F4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8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17EE1B3BC69864ED9342830359AEAA234443AF693E3FAA1605482D97CFXCGAN" TargetMode="External"/><Relationship Id="rId4" Type="http://schemas.openxmlformats.org/officeDocument/2006/relationships/styles" Target="styles.xml"/><Relationship Id="rId9" Type="http://schemas.openxmlformats.org/officeDocument/2006/relationships/hyperlink" Target="consultantplus://offline/ref=EBB21A13AC86B6E30CF26ECFB28E1C4006842634D7D3743FB44C1C37EBR3WEJ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portalies/Holding/KESHolding/law_support/lib/DocLib3/Forms/template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2367DE-DC8C-4212-8E40-3A04FAE466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C770FA-4EF2-4FD0-A984-1361F14F1A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C0324E-BBDF-44F0-8936-C52D84AADDF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10</Pages>
  <Words>4908</Words>
  <Characters>27980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32823</CharactersWithSpaces>
  <SharedDoc>false</SharedDoc>
  <HLinks>
    <vt:vector size="12" baseType="variant">
      <vt:variant>
        <vt:i4>196692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consultantplus://offline/ref=17EE1B3BC69864ED9342830359AEAA234443AF693E3FAA1605482D97CFXCGAN</vt:lpwstr>
      </vt:variant>
      <vt:variant>
        <vt:lpwstr/>
      </vt:variant>
      <vt:variant>
        <vt:i4>1179652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consultantplus://offline/ref=EBB21A13AC86B6E30CF26ECFB28E1C4006842634D7D3743FB44C1C37EBR3WEJ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Федосова Антонина Владимировна</dc:creator>
  <cp:lastModifiedBy>Пантюхина Ирина Сергеевна</cp:lastModifiedBy>
  <cp:revision>3</cp:revision>
  <dcterms:created xsi:type="dcterms:W3CDTF">2022-04-20T08:20:00Z</dcterms:created>
  <dcterms:modified xsi:type="dcterms:W3CDTF">2022-04-20T08:25:00Z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